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B69" w:rsidRPr="00C00331" w:rsidRDefault="00E32732" w:rsidP="00E95B69">
      <w:pPr>
        <w:pStyle w:val="Textoindependiente"/>
        <w:kinsoku w:val="0"/>
        <w:overflowPunct w:val="0"/>
        <w:spacing w:before="99"/>
        <w:ind w:right="425"/>
        <w:jc w:val="center"/>
        <w:rPr>
          <w:bCs/>
          <w:color w:val="231F20"/>
          <w:w w:val="105"/>
          <w:sz w:val="18"/>
          <w:szCs w:val="20"/>
        </w:rPr>
      </w:pPr>
      <w:r w:rsidRPr="00C00331">
        <w:rPr>
          <w:bCs/>
          <w:color w:val="231F20"/>
          <w:w w:val="105"/>
          <w:sz w:val="18"/>
          <w:szCs w:val="20"/>
        </w:rPr>
        <w:t>“Decenio de la igualdad de oportunidades para mujeres y hombres”</w:t>
      </w:r>
    </w:p>
    <w:p w:rsidR="00F4022B" w:rsidRPr="00C00331" w:rsidRDefault="00F4022B" w:rsidP="00E95B69">
      <w:pPr>
        <w:pStyle w:val="Textoindependiente"/>
        <w:kinsoku w:val="0"/>
        <w:overflowPunct w:val="0"/>
        <w:spacing w:before="99"/>
        <w:ind w:right="425"/>
        <w:jc w:val="center"/>
        <w:rPr>
          <w:bCs/>
          <w:color w:val="231F20"/>
          <w:w w:val="105"/>
          <w:sz w:val="18"/>
          <w:szCs w:val="20"/>
        </w:rPr>
      </w:pPr>
      <w:r w:rsidRPr="00C00331">
        <w:rPr>
          <w:bCs/>
          <w:color w:val="231F20"/>
          <w:w w:val="105"/>
          <w:sz w:val="18"/>
          <w:szCs w:val="20"/>
        </w:rPr>
        <w:t>“Año del Bicentenario del Perú: 200 años de Independencia”</w:t>
      </w:r>
    </w:p>
    <w:p w:rsidR="00B7051F" w:rsidRPr="00B7051F" w:rsidRDefault="00B7051F" w:rsidP="00B7051F">
      <w:pPr>
        <w:pStyle w:val="Textoindependiente"/>
        <w:kinsoku w:val="0"/>
        <w:overflowPunct w:val="0"/>
        <w:spacing w:before="99"/>
        <w:ind w:left="1843" w:right="1134"/>
        <w:jc w:val="center"/>
        <w:rPr>
          <w:b/>
          <w:bCs/>
          <w:color w:val="231F20"/>
          <w:w w:val="105"/>
          <w:sz w:val="18"/>
          <w:szCs w:val="18"/>
        </w:rPr>
      </w:pPr>
    </w:p>
    <w:p w:rsidR="00354488" w:rsidRDefault="00354488" w:rsidP="00BE6700">
      <w:pPr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A663AE" w:rsidRDefault="00A663AE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F63D0C" w:rsidRDefault="00F63D0C" w:rsidP="00F63D0C">
      <w:pPr>
        <w:widowControl w:val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F63D0C" w:rsidSect="003B2F53">
      <w:headerReference w:type="default" r:id="rId7"/>
      <w:footerReference w:type="default" r:id="rId8"/>
      <w:pgSz w:w="11907" w:h="16839" w:code="9"/>
      <w:pgMar w:top="1417" w:right="1701" w:bottom="1417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51F" w:rsidRDefault="00B7051F">
      <w:r>
        <w:separator/>
      </w:r>
    </w:p>
  </w:endnote>
  <w:endnote w:type="continuationSeparator" w:id="0">
    <w:p w:rsidR="00B7051F" w:rsidRDefault="00B70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lroomTango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51F" w:rsidRDefault="00C00331" w:rsidP="0098010D">
    <w:pPr>
      <w:pStyle w:val="Piedepgina"/>
      <w:jc w:val="center"/>
    </w:pPr>
    <w:r>
      <w:rPr>
        <w:rFonts w:ascii="Arial" w:hAnsi="Arial" w:cs="Arial"/>
        <w:noProof/>
        <w:sz w:val="22"/>
        <w:szCs w:val="22"/>
        <w:lang w:val="es-PE" w:eastAsia="es-PE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248661D8" wp14:editId="52646C8A">
              <wp:simplePos x="0" y="0"/>
              <wp:positionH relativeFrom="column">
                <wp:posOffset>3257550</wp:posOffset>
              </wp:positionH>
              <wp:positionV relativeFrom="paragraph">
                <wp:posOffset>-180975</wp:posOffset>
              </wp:positionV>
              <wp:extent cx="3085465" cy="733425"/>
              <wp:effectExtent l="0" t="0" r="635" b="9525"/>
              <wp:wrapNone/>
              <wp:docPr id="26" name="Grupo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85465" cy="733425"/>
                        <a:chOff x="-247648" y="0"/>
                        <a:chExt cx="3086098" cy="583335"/>
                      </a:xfrm>
                    </wpg:grpSpPr>
                    <wps:wsp>
                      <wps:cNvPr id="27" name="Cuadro de texto 27"/>
                      <wps:cNvSpPr txBox="1"/>
                      <wps:spPr>
                        <a:xfrm>
                          <a:off x="1142325" y="0"/>
                          <a:ext cx="1696125" cy="583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0331" w:rsidRPr="00D3120A" w:rsidRDefault="00C00331" w:rsidP="00C00331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Jr. Domingo Cueto Nº 120</w:t>
                            </w:r>
                          </w:p>
                          <w:p w:rsidR="00C00331" w:rsidRPr="00D3120A" w:rsidRDefault="00C00331" w:rsidP="00C00331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Jesús María</w:t>
                            </w:r>
                          </w:p>
                          <w:p w:rsidR="00C00331" w:rsidRPr="00D3120A" w:rsidRDefault="00BD68A3" w:rsidP="00C00331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Lima 11 - </w:t>
                            </w:r>
                            <w:r w:rsidR="00C00331"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Perú</w:t>
                            </w:r>
                          </w:p>
                          <w:p w:rsidR="00C00331" w:rsidRPr="00D3120A" w:rsidRDefault="00C00331" w:rsidP="00C00331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Tel.:265</w:t>
                            </w:r>
                            <w:r w:rsidR="00BD68A3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-</w:t>
                            </w:r>
                            <w:r w:rsidR="00BD68A3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6000  / 265</w:t>
                            </w:r>
                            <w:r w:rsidR="00BD68A3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-7000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Cuadro de texto 29"/>
                      <wps:cNvSpPr txBox="1"/>
                      <wps:spPr>
                        <a:xfrm>
                          <a:off x="-247648" y="214008"/>
                          <a:ext cx="1361812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0331" w:rsidRPr="00D3120A" w:rsidRDefault="00C00331" w:rsidP="00C003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www.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essalud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.gob.pe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Conector recto 30"/>
                      <wps:cNvCnPr/>
                      <wps:spPr>
                        <a:xfrm flipH="1">
                          <a:off x="1128409" y="26941"/>
                          <a:ext cx="0" cy="4425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8661D8" id="Grupo 26" o:spid="_x0000_s1026" style="position:absolute;left:0;text-align:left;margin-left:256.5pt;margin-top:-14.25pt;width:242.95pt;height:57.75pt;z-index:251665408;mso-width-relative:margin;mso-height-relative:margin" coordorigin="-2476" coordsize="30860,5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7" o:spid="_x0000_s1027" type="#_x0000_t202" style="position:absolute;left:11423;width:16961;height:5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VEcUA&#10;AADbAAAADwAAAGRycy9kb3ducmV2LnhtbESPQWvCQBSE70L/w/KEXkQ3VaoSXaWU1oo3jbZ4e2Sf&#10;SWj2bciuSfrv3YLgcZiZb5jlujOlaKh2hWUFL6MIBHFqdcGZgmPyOZyDcB5ZY2mZFPyRg/XqqbfE&#10;WNuW99QcfCYChF2MCnLvq1hKl+Zk0I1sRRy8i60N+iDrTOoa2wA3pRxH0VQaLDgs5FjRe07p7+Fq&#10;FJwH2c/OdZtTO3mdVB9fTTL71olSz/3ubQHCU+cf4Xt7qxWMZ/D/Jfw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hURxQAAANsAAAAPAAAAAAAAAAAAAAAAAJgCAABkcnMv&#10;ZG93bnJldi54bWxQSwUGAAAAAAQABAD1AAAAigMAAAAA&#10;" fillcolor="white [3201]" stroked="f" strokeweight=".5pt">
                <v:textbox>
                  <w:txbxContent>
                    <w:p w:rsidR="00C00331" w:rsidRPr="00D3120A" w:rsidRDefault="00C00331" w:rsidP="00C00331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Jr. Domingo Cueto Nº 120</w:t>
                      </w:r>
                    </w:p>
                    <w:p w:rsidR="00C00331" w:rsidRPr="00D3120A" w:rsidRDefault="00C00331" w:rsidP="00C00331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Jesús María</w:t>
                      </w:r>
                    </w:p>
                    <w:p w:rsidR="00C00331" w:rsidRPr="00D3120A" w:rsidRDefault="00BD68A3" w:rsidP="00C00331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Lima 11 - </w:t>
                      </w:r>
                      <w:r w:rsidR="00C00331"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Perú</w:t>
                      </w:r>
                    </w:p>
                    <w:p w:rsidR="00C00331" w:rsidRPr="00D3120A" w:rsidRDefault="00C00331" w:rsidP="00C00331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Tel.:265</w:t>
                      </w:r>
                      <w:r w:rsidR="00BD68A3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-</w:t>
                      </w:r>
                      <w:r w:rsidR="00BD68A3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6000  / 265</w:t>
                      </w:r>
                      <w:r w:rsidR="00BD68A3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-7000</w:t>
                      </w:r>
                    </w:p>
                  </w:txbxContent>
                </v:textbox>
              </v:shape>
              <v:shape id="Cuadro de texto 29" o:spid="_x0000_s1028" type="#_x0000_t202" style="position:absolute;left:-2476;top:2140;width:13617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k+MYA&#10;AADbAAAADwAAAGRycy9kb3ducmV2LnhtbESPQWvCQBSE7wX/w/KEXkQ3Kq02dRWRVqU3jbb09si+&#10;JsHs25DdJvHfuwWhx2FmvmEWq86UoqHaFZYVjEcRCOLU6oIzBafkfTgH4TyyxtIyKbiSg9Wy97DA&#10;WNuWD9QcfSYChF2MCnLvq1hKl+Zk0I1sRRy8H1sb9EHWmdQ1tgFuSjmJomdpsOCwkGNFm5zSy/HX&#10;KPgeZF8frtue2+nTtHrbNcnsUydKPfa79SsIT53/D9/be61g8gJ/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Uk+MYAAADbAAAADwAAAAAAAAAAAAAAAACYAgAAZHJz&#10;L2Rvd25yZXYueG1sUEsFBgAAAAAEAAQA9QAAAIsDAAAAAA==&#10;" fillcolor="white [3201]" stroked="f" strokeweight=".5pt">
                <v:textbox>
                  <w:txbxContent>
                    <w:p w:rsidR="00C00331" w:rsidRPr="00D3120A" w:rsidRDefault="00C00331" w:rsidP="00C003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www.</w:t>
                      </w:r>
                      <w:r w:rsidRPr="00D3120A">
                        <w:rPr>
                          <w:rFonts w:ascii="Arial" w:eastAsiaTheme="minorEastAsia" w:hAnsi="Arial" w:cs="Arial"/>
                          <w:b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essalud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.gob.pe</w:t>
                      </w:r>
                    </w:p>
                  </w:txbxContent>
                </v:textbox>
              </v:shape>
              <v:line id="Conector recto 30" o:spid="_x0000_s1029" style="position:absolute;flip:x;visibility:visible;mso-wrap-style:square" from="11284,269" to="11284,4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n7qcAAAADbAAAADwAAAGRycy9kb3ducmV2LnhtbERPy2oCMRTdC/5DuEJ3mtFWsVOjqFAo&#10;bsTHB1wmt5Ohk5sxiTrO1zcLweXhvBer1tbiRj5UjhWMRxkI4sLpiksF59P3cA4iRGSNtWNS8KAA&#10;q2W/t8Bcuzsf6HaMpUghHHJUYGJscilDYchiGLmGOHG/zluMCfpSao/3FG5rOcmymbRYcWow2NDW&#10;UPF3vFoFdRfP3edma7rs8vHQ+/3M+elOqbdBu/4CEamNL/HT/aMVvKf16Uv6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J+6nAAAAA2wAAAA8AAAAAAAAAAAAAAAAA&#10;oQIAAGRycy9kb3ducmV2LnhtbFBLBQYAAAAABAAEAPkAAACOAwAAAAA=&#10;" strokecolor="black [3213]"/>
            </v:group>
          </w:pict>
        </mc:Fallback>
      </mc:AlternateContent>
    </w:r>
    <w:r w:rsidRPr="0098010D">
      <w:rPr>
        <w:noProof/>
        <w:lang w:val="es-PE" w:eastAsia="es-PE"/>
      </w:rPr>
      <w:drawing>
        <wp:anchor distT="0" distB="0" distL="114300" distR="114300" simplePos="0" relativeHeight="251663360" behindDoc="0" locked="0" layoutInCell="1" allowOverlap="1" wp14:anchorId="02C45AC1" wp14:editId="41DA4F57">
          <wp:simplePos x="0" y="0"/>
          <wp:positionH relativeFrom="margin">
            <wp:posOffset>-1724025</wp:posOffset>
          </wp:positionH>
          <wp:positionV relativeFrom="paragraph">
            <wp:posOffset>-288290</wp:posOffset>
          </wp:positionV>
          <wp:extent cx="8856980" cy="59690"/>
          <wp:effectExtent l="0" t="0" r="1270" b="0"/>
          <wp:wrapNone/>
          <wp:docPr id="28" name="Imagen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6980" cy="59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51F" w:rsidRDefault="00B7051F">
      <w:r>
        <w:separator/>
      </w:r>
    </w:p>
  </w:footnote>
  <w:footnote w:type="continuationSeparator" w:id="0">
    <w:p w:rsidR="00B7051F" w:rsidRDefault="00B70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051F" w:rsidRDefault="00E95B69">
    <w:pPr>
      <w:pStyle w:val="Encabezado"/>
      <w:tabs>
        <w:tab w:val="clear" w:pos="8838"/>
        <w:tab w:val="right" w:pos="9214"/>
      </w:tabs>
      <w:ind w:left="-709" w:right="-427"/>
    </w:pPr>
    <w:r>
      <w:rPr>
        <w:noProof/>
        <w:lang w:val="es-PE" w:eastAsia="es-PE"/>
      </w:rPr>
      <mc:AlternateContent>
        <mc:Choice Requires="wpg">
          <w:drawing>
            <wp:anchor distT="0" distB="0" distL="114300" distR="114300" simplePos="0" relativeHeight="251661312" behindDoc="0" locked="0" layoutInCell="0" allowOverlap="1">
              <wp:simplePos x="0" y="0"/>
              <wp:positionH relativeFrom="margin">
                <wp:posOffset>-312420</wp:posOffset>
              </wp:positionH>
              <wp:positionV relativeFrom="paragraph">
                <wp:posOffset>10795</wp:posOffset>
              </wp:positionV>
              <wp:extent cx="1451610" cy="322580"/>
              <wp:effectExtent l="0" t="0" r="0" b="127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51610" cy="322580"/>
                        <a:chOff x="8049" y="-1061"/>
                        <a:chExt cx="3010" cy="688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9152" y="-803"/>
                          <a:ext cx="271" cy="422"/>
                        </a:xfrm>
                        <a:custGeom>
                          <a:avLst/>
                          <a:gdLst>
                            <a:gd name="T0" fmla="*/ 270 w 271"/>
                            <a:gd name="T1" fmla="*/ 0 h 422"/>
                            <a:gd name="T2" fmla="*/ 0 w 271"/>
                            <a:gd name="T3" fmla="*/ 0 h 422"/>
                            <a:gd name="T4" fmla="*/ 0 w 271"/>
                            <a:gd name="T5" fmla="*/ 58 h 422"/>
                            <a:gd name="T6" fmla="*/ 0 w 271"/>
                            <a:gd name="T7" fmla="*/ 170 h 422"/>
                            <a:gd name="T8" fmla="*/ 0 w 271"/>
                            <a:gd name="T9" fmla="*/ 228 h 422"/>
                            <a:gd name="T10" fmla="*/ 0 w 271"/>
                            <a:gd name="T11" fmla="*/ 362 h 422"/>
                            <a:gd name="T12" fmla="*/ 0 w 271"/>
                            <a:gd name="T13" fmla="*/ 422 h 422"/>
                            <a:gd name="T14" fmla="*/ 270 w 271"/>
                            <a:gd name="T15" fmla="*/ 422 h 422"/>
                            <a:gd name="T16" fmla="*/ 270 w 271"/>
                            <a:gd name="T17" fmla="*/ 362 h 422"/>
                            <a:gd name="T18" fmla="*/ 70 w 271"/>
                            <a:gd name="T19" fmla="*/ 362 h 422"/>
                            <a:gd name="T20" fmla="*/ 70 w 271"/>
                            <a:gd name="T21" fmla="*/ 228 h 422"/>
                            <a:gd name="T22" fmla="*/ 246 w 271"/>
                            <a:gd name="T23" fmla="*/ 228 h 422"/>
                            <a:gd name="T24" fmla="*/ 246 w 271"/>
                            <a:gd name="T25" fmla="*/ 170 h 422"/>
                            <a:gd name="T26" fmla="*/ 70 w 271"/>
                            <a:gd name="T27" fmla="*/ 170 h 422"/>
                            <a:gd name="T28" fmla="*/ 70 w 271"/>
                            <a:gd name="T29" fmla="*/ 58 h 422"/>
                            <a:gd name="T30" fmla="*/ 270 w 271"/>
                            <a:gd name="T31" fmla="*/ 58 h 422"/>
                            <a:gd name="T32" fmla="*/ 270 w 271"/>
                            <a:gd name="T33" fmla="*/ 0 h 4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71" h="422">
                              <a:moveTo>
                                <a:pt x="270" y="0"/>
                              </a:moveTo>
                              <a:lnTo>
                                <a:pt x="0" y="0"/>
                              </a:lnTo>
                              <a:lnTo>
                                <a:pt x="0" y="58"/>
                              </a:lnTo>
                              <a:lnTo>
                                <a:pt x="0" y="170"/>
                              </a:lnTo>
                              <a:lnTo>
                                <a:pt x="0" y="228"/>
                              </a:lnTo>
                              <a:lnTo>
                                <a:pt x="0" y="362"/>
                              </a:lnTo>
                              <a:lnTo>
                                <a:pt x="0" y="422"/>
                              </a:lnTo>
                              <a:lnTo>
                                <a:pt x="270" y="422"/>
                              </a:lnTo>
                              <a:lnTo>
                                <a:pt x="270" y="362"/>
                              </a:lnTo>
                              <a:lnTo>
                                <a:pt x="70" y="362"/>
                              </a:lnTo>
                              <a:lnTo>
                                <a:pt x="70" y="228"/>
                              </a:lnTo>
                              <a:lnTo>
                                <a:pt x="246" y="228"/>
                              </a:lnTo>
                              <a:lnTo>
                                <a:pt x="246" y="170"/>
                              </a:lnTo>
                              <a:lnTo>
                                <a:pt x="70" y="170"/>
                              </a:lnTo>
                              <a:lnTo>
                                <a:pt x="70" y="58"/>
                              </a:lnTo>
                              <a:lnTo>
                                <a:pt x="270" y="58"/>
                              </a:lnTo>
                              <a:lnTo>
                                <a:pt x="2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55" y="-714"/>
                          <a:ext cx="240" cy="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726" y="-810"/>
                          <a:ext cx="281" cy="436"/>
                        </a:xfrm>
                        <a:custGeom>
                          <a:avLst/>
                          <a:gdLst>
                            <a:gd name="T0" fmla="*/ 117 w 281"/>
                            <a:gd name="T1" fmla="*/ 1 h 436"/>
                            <a:gd name="T2" fmla="*/ 67 w 281"/>
                            <a:gd name="T3" fmla="*/ 16 h 436"/>
                            <a:gd name="T4" fmla="*/ 29 w 281"/>
                            <a:gd name="T5" fmla="*/ 46 h 436"/>
                            <a:gd name="T6" fmla="*/ 9 w 281"/>
                            <a:gd name="T7" fmla="*/ 92 h 436"/>
                            <a:gd name="T8" fmla="*/ 7 w 281"/>
                            <a:gd name="T9" fmla="*/ 140 h 436"/>
                            <a:gd name="T10" fmla="*/ 18 w 281"/>
                            <a:gd name="T11" fmla="*/ 175 h 436"/>
                            <a:gd name="T12" fmla="*/ 38 w 281"/>
                            <a:gd name="T13" fmla="*/ 202 h 436"/>
                            <a:gd name="T14" fmla="*/ 63 w 281"/>
                            <a:gd name="T15" fmla="*/ 222 h 436"/>
                            <a:gd name="T16" fmla="*/ 107 w 281"/>
                            <a:gd name="T17" fmla="*/ 242 h 436"/>
                            <a:gd name="T18" fmla="*/ 164 w 281"/>
                            <a:gd name="T19" fmla="*/ 264 h 436"/>
                            <a:gd name="T20" fmla="*/ 187 w 281"/>
                            <a:gd name="T21" fmla="*/ 278 h 436"/>
                            <a:gd name="T22" fmla="*/ 202 w 281"/>
                            <a:gd name="T23" fmla="*/ 295 h 436"/>
                            <a:gd name="T24" fmla="*/ 208 w 281"/>
                            <a:gd name="T25" fmla="*/ 316 h 436"/>
                            <a:gd name="T26" fmla="*/ 202 w 281"/>
                            <a:gd name="T27" fmla="*/ 341 h 436"/>
                            <a:gd name="T28" fmla="*/ 183 w 281"/>
                            <a:gd name="T29" fmla="*/ 360 h 436"/>
                            <a:gd name="T30" fmla="*/ 155 w 281"/>
                            <a:gd name="T31" fmla="*/ 371 h 436"/>
                            <a:gd name="T32" fmla="*/ 120 w 281"/>
                            <a:gd name="T33" fmla="*/ 374 h 436"/>
                            <a:gd name="T34" fmla="*/ 60 w 281"/>
                            <a:gd name="T35" fmla="*/ 367 h 436"/>
                            <a:gd name="T36" fmla="*/ 9 w 281"/>
                            <a:gd name="T37" fmla="*/ 345 h 436"/>
                            <a:gd name="T38" fmla="*/ 27 w 281"/>
                            <a:gd name="T39" fmla="*/ 417 h 436"/>
                            <a:gd name="T40" fmla="*/ 90 w 281"/>
                            <a:gd name="T41" fmla="*/ 433 h 436"/>
                            <a:gd name="T42" fmla="*/ 147 w 281"/>
                            <a:gd name="T43" fmla="*/ 434 h 436"/>
                            <a:gd name="T44" fmla="*/ 184 w 281"/>
                            <a:gd name="T45" fmla="*/ 428 h 436"/>
                            <a:gd name="T46" fmla="*/ 218 w 281"/>
                            <a:gd name="T47" fmla="*/ 416 h 436"/>
                            <a:gd name="T48" fmla="*/ 246 w 281"/>
                            <a:gd name="T49" fmla="*/ 395 h 436"/>
                            <a:gd name="T50" fmla="*/ 268 w 281"/>
                            <a:gd name="T51" fmla="*/ 366 h 436"/>
                            <a:gd name="T52" fmla="*/ 279 w 281"/>
                            <a:gd name="T53" fmla="*/ 330 h 436"/>
                            <a:gd name="T54" fmla="*/ 279 w 281"/>
                            <a:gd name="T55" fmla="*/ 290 h 436"/>
                            <a:gd name="T56" fmla="*/ 269 w 281"/>
                            <a:gd name="T57" fmla="*/ 257 h 436"/>
                            <a:gd name="T58" fmla="*/ 248 w 281"/>
                            <a:gd name="T59" fmla="*/ 230 h 436"/>
                            <a:gd name="T60" fmla="*/ 223 w 281"/>
                            <a:gd name="T61" fmla="*/ 210 h 436"/>
                            <a:gd name="T62" fmla="*/ 179 w 281"/>
                            <a:gd name="T63" fmla="*/ 191 h 436"/>
                            <a:gd name="T64" fmla="*/ 122 w 281"/>
                            <a:gd name="T65" fmla="*/ 169 h 436"/>
                            <a:gd name="T66" fmla="*/ 99 w 281"/>
                            <a:gd name="T67" fmla="*/ 154 h 436"/>
                            <a:gd name="T68" fmla="*/ 84 w 281"/>
                            <a:gd name="T69" fmla="*/ 136 h 436"/>
                            <a:gd name="T70" fmla="*/ 79 w 281"/>
                            <a:gd name="T71" fmla="*/ 114 h 436"/>
                            <a:gd name="T72" fmla="*/ 84 w 281"/>
                            <a:gd name="T73" fmla="*/ 91 h 436"/>
                            <a:gd name="T74" fmla="*/ 100 w 281"/>
                            <a:gd name="T75" fmla="*/ 74 h 436"/>
                            <a:gd name="T76" fmla="*/ 124 w 281"/>
                            <a:gd name="T77" fmla="*/ 64 h 436"/>
                            <a:gd name="T78" fmla="*/ 154 w 281"/>
                            <a:gd name="T79" fmla="*/ 61 h 436"/>
                            <a:gd name="T80" fmla="*/ 210 w 281"/>
                            <a:gd name="T81" fmla="*/ 68 h 436"/>
                            <a:gd name="T82" fmla="*/ 258 w 281"/>
                            <a:gd name="T83" fmla="*/ 89 h 436"/>
                            <a:gd name="T84" fmla="*/ 241 w 281"/>
                            <a:gd name="T85" fmla="*/ 17 h 436"/>
                            <a:gd name="T86" fmla="*/ 180 w 281"/>
                            <a:gd name="T87" fmla="*/ 1 h 4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81" h="436">
                              <a:moveTo>
                                <a:pt x="146" y="0"/>
                              </a:moveTo>
                              <a:lnTo>
                                <a:pt x="117" y="1"/>
                              </a:lnTo>
                              <a:lnTo>
                                <a:pt x="91" y="7"/>
                              </a:lnTo>
                              <a:lnTo>
                                <a:pt x="67" y="16"/>
                              </a:lnTo>
                              <a:lnTo>
                                <a:pt x="46" y="30"/>
                              </a:lnTo>
                              <a:lnTo>
                                <a:pt x="29" y="46"/>
                              </a:lnTo>
                              <a:lnTo>
                                <a:pt x="16" y="67"/>
                              </a:lnTo>
                              <a:lnTo>
                                <a:pt x="9" y="92"/>
                              </a:lnTo>
                              <a:lnTo>
                                <a:pt x="6" y="120"/>
                              </a:lnTo>
                              <a:lnTo>
                                <a:pt x="7" y="140"/>
                              </a:lnTo>
                              <a:lnTo>
                                <a:pt x="11" y="158"/>
                              </a:lnTo>
                              <a:lnTo>
                                <a:pt x="18" y="175"/>
                              </a:lnTo>
                              <a:lnTo>
                                <a:pt x="27" y="189"/>
                              </a:lnTo>
                              <a:lnTo>
                                <a:pt x="38" y="202"/>
                              </a:lnTo>
                              <a:lnTo>
                                <a:pt x="50" y="213"/>
                              </a:lnTo>
                              <a:lnTo>
                                <a:pt x="63" y="222"/>
                              </a:lnTo>
                              <a:lnTo>
                                <a:pt x="77" y="230"/>
                              </a:lnTo>
                              <a:lnTo>
                                <a:pt x="107" y="242"/>
                              </a:lnTo>
                              <a:lnTo>
                                <a:pt x="151" y="258"/>
                              </a:lnTo>
                              <a:lnTo>
                                <a:pt x="164" y="264"/>
                              </a:lnTo>
                              <a:lnTo>
                                <a:pt x="176" y="271"/>
                              </a:lnTo>
                              <a:lnTo>
                                <a:pt x="187" y="278"/>
                              </a:lnTo>
                              <a:lnTo>
                                <a:pt x="196" y="286"/>
                              </a:lnTo>
                              <a:lnTo>
                                <a:pt x="202" y="295"/>
                              </a:lnTo>
                              <a:lnTo>
                                <a:pt x="206" y="305"/>
                              </a:lnTo>
                              <a:lnTo>
                                <a:pt x="208" y="316"/>
                              </a:lnTo>
                              <a:lnTo>
                                <a:pt x="206" y="330"/>
                              </a:lnTo>
                              <a:lnTo>
                                <a:pt x="202" y="341"/>
                              </a:lnTo>
                              <a:lnTo>
                                <a:pt x="194" y="351"/>
                              </a:lnTo>
                              <a:lnTo>
                                <a:pt x="183" y="360"/>
                              </a:lnTo>
                              <a:lnTo>
                                <a:pt x="170" y="366"/>
                              </a:lnTo>
                              <a:lnTo>
                                <a:pt x="155" y="371"/>
                              </a:lnTo>
                              <a:lnTo>
                                <a:pt x="138" y="373"/>
                              </a:lnTo>
                              <a:lnTo>
                                <a:pt x="120" y="374"/>
                              </a:lnTo>
                              <a:lnTo>
                                <a:pt x="89" y="372"/>
                              </a:lnTo>
                              <a:lnTo>
                                <a:pt x="60" y="367"/>
                              </a:lnTo>
                              <a:lnTo>
                                <a:pt x="33" y="358"/>
                              </a:lnTo>
                              <a:lnTo>
                                <a:pt x="9" y="345"/>
                              </a:lnTo>
                              <a:lnTo>
                                <a:pt x="0" y="404"/>
                              </a:lnTo>
                              <a:lnTo>
                                <a:pt x="27" y="417"/>
                              </a:lnTo>
                              <a:lnTo>
                                <a:pt x="57" y="427"/>
                              </a:lnTo>
                              <a:lnTo>
                                <a:pt x="90" y="433"/>
                              </a:lnTo>
                              <a:lnTo>
                                <a:pt x="126" y="435"/>
                              </a:lnTo>
                              <a:lnTo>
                                <a:pt x="147" y="434"/>
                              </a:lnTo>
                              <a:lnTo>
                                <a:pt x="166" y="432"/>
                              </a:lnTo>
                              <a:lnTo>
                                <a:pt x="184" y="428"/>
                              </a:lnTo>
                              <a:lnTo>
                                <a:pt x="202" y="423"/>
                              </a:lnTo>
                              <a:lnTo>
                                <a:pt x="218" y="416"/>
                              </a:lnTo>
                              <a:lnTo>
                                <a:pt x="232" y="407"/>
                              </a:lnTo>
                              <a:lnTo>
                                <a:pt x="246" y="395"/>
                              </a:lnTo>
                              <a:lnTo>
                                <a:pt x="258" y="382"/>
                              </a:lnTo>
                              <a:lnTo>
                                <a:pt x="268" y="366"/>
                              </a:lnTo>
                              <a:lnTo>
                                <a:pt x="275" y="349"/>
                              </a:lnTo>
                              <a:lnTo>
                                <a:pt x="279" y="330"/>
                              </a:lnTo>
                              <a:lnTo>
                                <a:pt x="280" y="309"/>
                              </a:lnTo>
                              <a:lnTo>
                                <a:pt x="279" y="290"/>
                              </a:lnTo>
                              <a:lnTo>
                                <a:pt x="275" y="273"/>
                              </a:lnTo>
                              <a:lnTo>
                                <a:pt x="269" y="257"/>
                              </a:lnTo>
                              <a:lnTo>
                                <a:pt x="259" y="243"/>
                              </a:lnTo>
                              <a:lnTo>
                                <a:pt x="248" y="230"/>
                              </a:lnTo>
                              <a:lnTo>
                                <a:pt x="236" y="219"/>
                              </a:lnTo>
                              <a:lnTo>
                                <a:pt x="223" y="210"/>
                              </a:lnTo>
                              <a:lnTo>
                                <a:pt x="209" y="203"/>
                              </a:lnTo>
                              <a:lnTo>
                                <a:pt x="179" y="191"/>
                              </a:lnTo>
                              <a:lnTo>
                                <a:pt x="136" y="175"/>
                              </a:lnTo>
                              <a:lnTo>
                                <a:pt x="122" y="169"/>
                              </a:lnTo>
                              <a:lnTo>
                                <a:pt x="110" y="162"/>
                              </a:lnTo>
                              <a:lnTo>
                                <a:pt x="99" y="154"/>
                              </a:lnTo>
                              <a:lnTo>
                                <a:pt x="90" y="146"/>
                              </a:lnTo>
                              <a:lnTo>
                                <a:pt x="84" y="136"/>
                              </a:lnTo>
                              <a:lnTo>
                                <a:pt x="80" y="126"/>
                              </a:lnTo>
                              <a:lnTo>
                                <a:pt x="79" y="114"/>
                              </a:lnTo>
                              <a:lnTo>
                                <a:pt x="80" y="102"/>
                              </a:lnTo>
                              <a:lnTo>
                                <a:pt x="84" y="91"/>
                              </a:lnTo>
                              <a:lnTo>
                                <a:pt x="91" y="82"/>
                              </a:lnTo>
                              <a:lnTo>
                                <a:pt x="100" y="74"/>
                              </a:lnTo>
                              <a:lnTo>
                                <a:pt x="111" y="68"/>
                              </a:lnTo>
                              <a:lnTo>
                                <a:pt x="124" y="64"/>
                              </a:lnTo>
                              <a:lnTo>
                                <a:pt x="139" y="62"/>
                              </a:lnTo>
                              <a:lnTo>
                                <a:pt x="154" y="61"/>
                              </a:lnTo>
                              <a:lnTo>
                                <a:pt x="183" y="63"/>
                              </a:lnTo>
                              <a:lnTo>
                                <a:pt x="210" y="68"/>
                              </a:lnTo>
                              <a:lnTo>
                                <a:pt x="235" y="77"/>
                              </a:lnTo>
                              <a:lnTo>
                                <a:pt x="258" y="89"/>
                              </a:lnTo>
                              <a:lnTo>
                                <a:pt x="268" y="31"/>
                              </a:lnTo>
                              <a:lnTo>
                                <a:pt x="241" y="17"/>
                              </a:lnTo>
                              <a:lnTo>
                                <a:pt x="212" y="7"/>
                              </a:lnTo>
                              <a:lnTo>
                                <a:pt x="180" y="1"/>
                              </a:lnTo>
                              <a:lnTo>
                                <a:pt x="1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018" y="-715"/>
                          <a:ext cx="260" cy="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10322" y="-836"/>
                          <a:ext cx="137" cy="460"/>
                        </a:xfrm>
                        <a:custGeom>
                          <a:avLst/>
                          <a:gdLst>
                            <a:gd name="T0" fmla="*/ 69 w 137"/>
                            <a:gd name="T1" fmla="*/ 0 h 460"/>
                            <a:gd name="T2" fmla="*/ 0 w 137"/>
                            <a:gd name="T3" fmla="*/ 0 h 460"/>
                            <a:gd name="T4" fmla="*/ 0 w 137"/>
                            <a:gd name="T5" fmla="*/ 350 h 460"/>
                            <a:gd name="T6" fmla="*/ 5 w 137"/>
                            <a:gd name="T7" fmla="*/ 398 h 460"/>
                            <a:gd name="T8" fmla="*/ 20 w 137"/>
                            <a:gd name="T9" fmla="*/ 432 h 460"/>
                            <a:gd name="T10" fmla="*/ 45 w 137"/>
                            <a:gd name="T11" fmla="*/ 452 h 460"/>
                            <a:gd name="T12" fmla="*/ 81 w 137"/>
                            <a:gd name="T13" fmla="*/ 459 h 460"/>
                            <a:gd name="T14" fmla="*/ 96 w 137"/>
                            <a:gd name="T15" fmla="*/ 459 h 460"/>
                            <a:gd name="T16" fmla="*/ 110 w 137"/>
                            <a:gd name="T17" fmla="*/ 457 h 460"/>
                            <a:gd name="T18" fmla="*/ 124 w 137"/>
                            <a:gd name="T19" fmla="*/ 454 h 460"/>
                            <a:gd name="T20" fmla="*/ 136 w 137"/>
                            <a:gd name="T21" fmla="*/ 450 h 460"/>
                            <a:gd name="T22" fmla="*/ 126 w 137"/>
                            <a:gd name="T23" fmla="*/ 395 h 460"/>
                            <a:gd name="T24" fmla="*/ 118 w 137"/>
                            <a:gd name="T25" fmla="*/ 399 h 460"/>
                            <a:gd name="T26" fmla="*/ 109 w 137"/>
                            <a:gd name="T27" fmla="*/ 401 h 460"/>
                            <a:gd name="T28" fmla="*/ 89 w 137"/>
                            <a:gd name="T29" fmla="*/ 401 h 460"/>
                            <a:gd name="T30" fmla="*/ 81 w 137"/>
                            <a:gd name="T31" fmla="*/ 397 h 460"/>
                            <a:gd name="T32" fmla="*/ 76 w 137"/>
                            <a:gd name="T33" fmla="*/ 389 h 460"/>
                            <a:gd name="T34" fmla="*/ 73 w 137"/>
                            <a:gd name="T35" fmla="*/ 381 h 460"/>
                            <a:gd name="T36" fmla="*/ 70 w 137"/>
                            <a:gd name="T37" fmla="*/ 371 h 460"/>
                            <a:gd name="T38" fmla="*/ 69 w 137"/>
                            <a:gd name="T39" fmla="*/ 359 h 460"/>
                            <a:gd name="T40" fmla="*/ 69 w 137"/>
                            <a:gd name="T41" fmla="*/ 344 h 460"/>
                            <a:gd name="T42" fmla="*/ 69 w 137"/>
                            <a:gd name="T43" fmla="*/ 0 h 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37" h="460">
                              <a:moveTo>
                                <a:pt x="69" y="0"/>
                              </a:moveTo>
                              <a:lnTo>
                                <a:pt x="0" y="0"/>
                              </a:lnTo>
                              <a:lnTo>
                                <a:pt x="0" y="350"/>
                              </a:lnTo>
                              <a:lnTo>
                                <a:pt x="5" y="398"/>
                              </a:lnTo>
                              <a:lnTo>
                                <a:pt x="20" y="432"/>
                              </a:lnTo>
                              <a:lnTo>
                                <a:pt x="45" y="452"/>
                              </a:lnTo>
                              <a:lnTo>
                                <a:pt x="81" y="459"/>
                              </a:lnTo>
                              <a:lnTo>
                                <a:pt x="96" y="459"/>
                              </a:lnTo>
                              <a:lnTo>
                                <a:pt x="110" y="457"/>
                              </a:lnTo>
                              <a:lnTo>
                                <a:pt x="124" y="454"/>
                              </a:lnTo>
                              <a:lnTo>
                                <a:pt x="136" y="450"/>
                              </a:lnTo>
                              <a:lnTo>
                                <a:pt x="126" y="395"/>
                              </a:lnTo>
                              <a:lnTo>
                                <a:pt x="118" y="399"/>
                              </a:lnTo>
                              <a:lnTo>
                                <a:pt x="109" y="401"/>
                              </a:lnTo>
                              <a:lnTo>
                                <a:pt x="89" y="401"/>
                              </a:lnTo>
                              <a:lnTo>
                                <a:pt x="81" y="397"/>
                              </a:lnTo>
                              <a:lnTo>
                                <a:pt x="76" y="389"/>
                              </a:lnTo>
                              <a:lnTo>
                                <a:pt x="73" y="381"/>
                              </a:lnTo>
                              <a:lnTo>
                                <a:pt x="70" y="371"/>
                              </a:lnTo>
                              <a:lnTo>
                                <a:pt x="69" y="359"/>
                              </a:lnTo>
                              <a:lnTo>
                                <a:pt x="69" y="344"/>
                              </a:lnTo>
                              <a:lnTo>
                                <a:pt x="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5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462" y="-706"/>
                          <a:ext cx="280" cy="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8" name="Group 8"/>
                      <wpg:cNvGrpSpPr>
                        <a:grpSpLocks/>
                      </wpg:cNvGrpSpPr>
                      <wpg:grpSpPr bwMode="auto">
                        <a:xfrm>
                          <a:off x="8049" y="-1061"/>
                          <a:ext cx="3010" cy="688"/>
                          <a:chOff x="8049" y="-1061"/>
                          <a:chExt cx="3010" cy="688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8049" y="-1061"/>
                            <a:ext cx="3010" cy="688"/>
                          </a:xfrm>
                          <a:custGeom>
                            <a:avLst/>
                            <a:gdLst>
                              <a:gd name="T0" fmla="*/ 853 w 3010"/>
                              <a:gd name="T1" fmla="*/ 485 h 688"/>
                              <a:gd name="T2" fmla="*/ 946 w 3010"/>
                              <a:gd name="T3" fmla="*/ 485 h 688"/>
                              <a:gd name="T4" fmla="*/ 984 w 3010"/>
                              <a:gd name="T5" fmla="*/ 332 h 688"/>
                              <a:gd name="T6" fmla="*/ 899 w 3010"/>
                              <a:gd name="T7" fmla="*/ 323 h 688"/>
                              <a:gd name="T8" fmla="*/ 877 w 3010"/>
                              <a:gd name="T9" fmla="*/ 309 h 688"/>
                              <a:gd name="T10" fmla="*/ 879 w 3010"/>
                              <a:gd name="T11" fmla="*/ 285 h 688"/>
                              <a:gd name="T12" fmla="*/ 874 w 3010"/>
                              <a:gd name="T13" fmla="*/ 270 h 688"/>
                              <a:gd name="T14" fmla="*/ 870 w 3010"/>
                              <a:gd name="T15" fmla="*/ 263 h 688"/>
                              <a:gd name="T16" fmla="*/ 867 w 3010"/>
                              <a:gd name="T17" fmla="*/ 259 h 688"/>
                              <a:gd name="T18" fmla="*/ 862 w 3010"/>
                              <a:gd name="T19" fmla="*/ 254 h 688"/>
                              <a:gd name="T20" fmla="*/ 845 w 3010"/>
                              <a:gd name="T21" fmla="*/ 243 h 688"/>
                              <a:gd name="T22" fmla="*/ 839 w 3010"/>
                              <a:gd name="T23" fmla="*/ 240 h 688"/>
                              <a:gd name="T24" fmla="*/ 830 w 3010"/>
                              <a:gd name="T25" fmla="*/ 239 h 688"/>
                              <a:gd name="T26" fmla="*/ 825 w 3010"/>
                              <a:gd name="T27" fmla="*/ 238 h 688"/>
                              <a:gd name="T28" fmla="*/ 820 w 3010"/>
                              <a:gd name="T29" fmla="*/ 238 h 688"/>
                              <a:gd name="T30" fmla="*/ 816 w 3010"/>
                              <a:gd name="T31" fmla="*/ 239 h 688"/>
                              <a:gd name="T32" fmla="*/ 800 w 3010"/>
                              <a:gd name="T33" fmla="*/ 244 h 688"/>
                              <a:gd name="T34" fmla="*/ 776 w 3010"/>
                              <a:gd name="T35" fmla="*/ 267 h 688"/>
                              <a:gd name="T36" fmla="*/ 773 w 3010"/>
                              <a:gd name="T37" fmla="*/ 272 h 688"/>
                              <a:gd name="T38" fmla="*/ 770 w 3010"/>
                              <a:gd name="T39" fmla="*/ 283 h 688"/>
                              <a:gd name="T40" fmla="*/ 769 w 3010"/>
                              <a:gd name="T41" fmla="*/ 290 h 688"/>
                              <a:gd name="T42" fmla="*/ 770 w 3010"/>
                              <a:gd name="T43" fmla="*/ 306 h 688"/>
                              <a:gd name="T44" fmla="*/ 795 w 3010"/>
                              <a:gd name="T45" fmla="*/ 340 h 688"/>
                              <a:gd name="T46" fmla="*/ 791 w 3010"/>
                              <a:gd name="T47" fmla="*/ 414 h 688"/>
                              <a:gd name="T48" fmla="*/ 577 w 3010"/>
                              <a:gd name="T49" fmla="*/ 565 h 688"/>
                              <a:gd name="T50" fmla="*/ 596 w 3010"/>
                              <a:gd name="T51" fmla="*/ 517 h 688"/>
                              <a:gd name="T52" fmla="*/ 759 w 3010"/>
                              <a:gd name="T53" fmla="*/ 427 h 688"/>
                              <a:gd name="T54" fmla="*/ 674 w 3010"/>
                              <a:gd name="T55" fmla="*/ 427 h 688"/>
                              <a:gd name="T56" fmla="*/ 493 w 3010"/>
                              <a:gd name="T57" fmla="*/ 317 h 688"/>
                              <a:gd name="T58" fmla="*/ 492 w 3010"/>
                              <a:gd name="T59" fmla="*/ 317 h 688"/>
                              <a:gd name="T60" fmla="*/ 386 w 3010"/>
                              <a:gd name="T61" fmla="*/ 265 h 688"/>
                              <a:gd name="T62" fmla="*/ 495 w 3010"/>
                              <a:gd name="T63" fmla="*/ 374 h 688"/>
                              <a:gd name="T64" fmla="*/ 370 w 3010"/>
                              <a:gd name="T65" fmla="*/ 477 h 688"/>
                              <a:gd name="T66" fmla="*/ 371 w 3010"/>
                              <a:gd name="T67" fmla="*/ 633 h 688"/>
                              <a:gd name="T68" fmla="*/ 537 w 3010"/>
                              <a:gd name="T69" fmla="*/ 644 h 688"/>
                              <a:gd name="T70" fmla="*/ 314 w 3010"/>
                              <a:gd name="T71" fmla="*/ 638 h 688"/>
                              <a:gd name="T72" fmla="*/ 312 w 3010"/>
                              <a:gd name="T73" fmla="*/ 644 h 688"/>
                              <a:gd name="T74" fmla="*/ 243 w 3010"/>
                              <a:gd name="T75" fmla="*/ 489 h 688"/>
                              <a:gd name="T76" fmla="*/ 301 w 3010"/>
                              <a:gd name="T77" fmla="*/ 481 h 688"/>
                              <a:gd name="T78" fmla="*/ 359 w 3010"/>
                              <a:gd name="T79" fmla="*/ 286 h 688"/>
                              <a:gd name="T80" fmla="*/ 260 w 3010"/>
                              <a:gd name="T81" fmla="*/ 125 h 688"/>
                              <a:gd name="T82" fmla="*/ 304 w 3010"/>
                              <a:gd name="T83" fmla="*/ 96 h 688"/>
                              <a:gd name="T84" fmla="*/ 276 w 3010"/>
                              <a:gd name="T85" fmla="*/ 76 h 688"/>
                              <a:gd name="T86" fmla="*/ 253 w 3010"/>
                              <a:gd name="T87" fmla="*/ 11 h 688"/>
                              <a:gd name="T88" fmla="*/ 167 w 3010"/>
                              <a:gd name="T89" fmla="*/ 32 h 688"/>
                              <a:gd name="T90" fmla="*/ 157 w 3010"/>
                              <a:gd name="T91" fmla="*/ 85 h 688"/>
                              <a:gd name="T92" fmla="*/ 142 w 3010"/>
                              <a:gd name="T93" fmla="*/ 107 h 688"/>
                              <a:gd name="T94" fmla="*/ 179 w 3010"/>
                              <a:gd name="T95" fmla="*/ 124 h 688"/>
                              <a:gd name="T96" fmla="*/ 148 w 3010"/>
                              <a:gd name="T97" fmla="*/ 223 h 688"/>
                              <a:gd name="T98" fmla="*/ 54 w 3010"/>
                              <a:gd name="T99" fmla="*/ 644 h 688"/>
                              <a:gd name="T100" fmla="*/ 1051 w 3010"/>
                              <a:gd name="T101" fmla="*/ 677 h 6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3010" h="688">
                                <a:moveTo>
                                  <a:pt x="1051" y="644"/>
                                </a:moveTo>
                                <a:lnTo>
                                  <a:pt x="780" y="644"/>
                                </a:lnTo>
                                <a:lnTo>
                                  <a:pt x="853" y="485"/>
                                </a:lnTo>
                                <a:lnTo>
                                  <a:pt x="982" y="605"/>
                                </a:lnTo>
                                <a:lnTo>
                                  <a:pt x="1011" y="586"/>
                                </a:lnTo>
                                <a:lnTo>
                                  <a:pt x="946" y="485"/>
                                </a:lnTo>
                                <a:lnTo>
                                  <a:pt x="901" y="414"/>
                                </a:lnTo>
                                <a:lnTo>
                                  <a:pt x="882" y="385"/>
                                </a:lnTo>
                                <a:lnTo>
                                  <a:pt x="984" y="332"/>
                                </a:lnTo>
                                <a:lnTo>
                                  <a:pt x="995" y="326"/>
                                </a:lnTo>
                                <a:lnTo>
                                  <a:pt x="985" y="301"/>
                                </a:lnTo>
                                <a:lnTo>
                                  <a:pt x="899" y="323"/>
                                </a:lnTo>
                                <a:lnTo>
                                  <a:pt x="863" y="332"/>
                                </a:lnTo>
                                <a:lnTo>
                                  <a:pt x="871" y="322"/>
                                </a:lnTo>
                                <a:lnTo>
                                  <a:pt x="877" y="309"/>
                                </a:lnTo>
                                <a:lnTo>
                                  <a:pt x="879" y="298"/>
                                </a:lnTo>
                                <a:lnTo>
                                  <a:pt x="879" y="294"/>
                                </a:lnTo>
                                <a:lnTo>
                                  <a:pt x="879" y="285"/>
                                </a:lnTo>
                                <a:lnTo>
                                  <a:pt x="877" y="278"/>
                                </a:lnTo>
                                <a:lnTo>
                                  <a:pt x="874" y="271"/>
                                </a:lnTo>
                                <a:lnTo>
                                  <a:pt x="874" y="270"/>
                                </a:lnTo>
                                <a:lnTo>
                                  <a:pt x="872" y="266"/>
                                </a:lnTo>
                                <a:lnTo>
                                  <a:pt x="871" y="265"/>
                                </a:lnTo>
                                <a:lnTo>
                                  <a:pt x="870" y="263"/>
                                </a:lnTo>
                                <a:lnTo>
                                  <a:pt x="869" y="261"/>
                                </a:lnTo>
                                <a:lnTo>
                                  <a:pt x="867" y="259"/>
                                </a:lnTo>
                                <a:lnTo>
                                  <a:pt x="867" y="259"/>
                                </a:lnTo>
                                <a:lnTo>
                                  <a:pt x="867" y="259"/>
                                </a:lnTo>
                                <a:lnTo>
                                  <a:pt x="865" y="256"/>
                                </a:lnTo>
                                <a:lnTo>
                                  <a:pt x="862" y="254"/>
                                </a:lnTo>
                                <a:lnTo>
                                  <a:pt x="858" y="249"/>
                                </a:lnTo>
                                <a:lnTo>
                                  <a:pt x="852" y="245"/>
                                </a:lnTo>
                                <a:lnTo>
                                  <a:pt x="845" y="243"/>
                                </a:lnTo>
                                <a:lnTo>
                                  <a:pt x="844" y="242"/>
                                </a:lnTo>
                                <a:lnTo>
                                  <a:pt x="843" y="242"/>
                                </a:lnTo>
                                <a:lnTo>
                                  <a:pt x="839" y="240"/>
                                </a:lnTo>
                                <a:lnTo>
                                  <a:pt x="836" y="240"/>
                                </a:lnTo>
                                <a:lnTo>
                                  <a:pt x="832" y="239"/>
                                </a:lnTo>
                                <a:lnTo>
                                  <a:pt x="830" y="239"/>
                                </a:lnTo>
                                <a:lnTo>
                                  <a:pt x="827" y="238"/>
                                </a:lnTo>
                                <a:lnTo>
                                  <a:pt x="826" y="238"/>
                                </a:lnTo>
                                <a:lnTo>
                                  <a:pt x="825" y="238"/>
                                </a:lnTo>
                                <a:lnTo>
                                  <a:pt x="823" y="238"/>
                                </a:lnTo>
                                <a:lnTo>
                                  <a:pt x="823" y="238"/>
                                </a:lnTo>
                                <a:lnTo>
                                  <a:pt x="820" y="238"/>
                                </a:lnTo>
                                <a:lnTo>
                                  <a:pt x="819" y="239"/>
                                </a:lnTo>
                                <a:lnTo>
                                  <a:pt x="817" y="239"/>
                                </a:lnTo>
                                <a:lnTo>
                                  <a:pt x="816" y="239"/>
                                </a:lnTo>
                                <a:lnTo>
                                  <a:pt x="813" y="239"/>
                                </a:lnTo>
                                <a:lnTo>
                                  <a:pt x="811" y="240"/>
                                </a:lnTo>
                                <a:lnTo>
                                  <a:pt x="800" y="244"/>
                                </a:lnTo>
                                <a:lnTo>
                                  <a:pt x="790" y="250"/>
                                </a:lnTo>
                                <a:lnTo>
                                  <a:pt x="782" y="258"/>
                                </a:lnTo>
                                <a:lnTo>
                                  <a:pt x="776" y="267"/>
                                </a:lnTo>
                                <a:lnTo>
                                  <a:pt x="775" y="268"/>
                                </a:lnTo>
                                <a:lnTo>
                                  <a:pt x="774" y="270"/>
                                </a:lnTo>
                                <a:lnTo>
                                  <a:pt x="773" y="272"/>
                                </a:lnTo>
                                <a:lnTo>
                                  <a:pt x="772" y="275"/>
                                </a:lnTo>
                                <a:lnTo>
                                  <a:pt x="770" y="281"/>
                                </a:lnTo>
                                <a:lnTo>
                                  <a:pt x="770" y="283"/>
                                </a:lnTo>
                                <a:lnTo>
                                  <a:pt x="770" y="286"/>
                                </a:lnTo>
                                <a:lnTo>
                                  <a:pt x="769" y="288"/>
                                </a:lnTo>
                                <a:lnTo>
                                  <a:pt x="769" y="290"/>
                                </a:lnTo>
                                <a:lnTo>
                                  <a:pt x="769" y="294"/>
                                </a:lnTo>
                                <a:lnTo>
                                  <a:pt x="770" y="302"/>
                                </a:lnTo>
                                <a:lnTo>
                                  <a:pt x="770" y="306"/>
                                </a:lnTo>
                                <a:lnTo>
                                  <a:pt x="776" y="320"/>
                                </a:lnTo>
                                <a:lnTo>
                                  <a:pt x="784" y="331"/>
                                </a:lnTo>
                                <a:lnTo>
                                  <a:pt x="795" y="340"/>
                                </a:lnTo>
                                <a:lnTo>
                                  <a:pt x="808" y="346"/>
                                </a:lnTo>
                                <a:lnTo>
                                  <a:pt x="791" y="357"/>
                                </a:lnTo>
                                <a:lnTo>
                                  <a:pt x="791" y="414"/>
                                </a:lnTo>
                                <a:lnTo>
                                  <a:pt x="743" y="644"/>
                                </a:lnTo>
                                <a:lnTo>
                                  <a:pt x="571" y="644"/>
                                </a:lnTo>
                                <a:lnTo>
                                  <a:pt x="577" y="565"/>
                                </a:lnTo>
                                <a:lnTo>
                                  <a:pt x="610" y="579"/>
                                </a:lnTo>
                                <a:lnTo>
                                  <a:pt x="607" y="565"/>
                                </a:lnTo>
                                <a:lnTo>
                                  <a:pt x="596" y="517"/>
                                </a:lnTo>
                                <a:lnTo>
                                  <a:pt x="569" y="402"/>
                                </a:lnTo>
                                <a:lnTo>
                                  <a:pt x="674" y="461"/>
                                </a:lnTo>
                                <a:lnTo>
                                  <a:pt x="759" y="427"/>
                                </a:lnTo>
                                <a:lnTo>
                                  <a:pt x="791" y="414"/>
                                </a:lnTo>
                                <a:lnTo>
                                  <a:pt x="791" y="357"/>
                                </a:lnTo>
                                <a:lnTo>
                                  <a:pt x="674" y="427"/>
                                </a:lnTo>
                                <a:lnTo>
                                  <a:pt x="644" y="402"/>
                                </a:lnTo>
                                <a:lnTo>
                                  <a:pt x="570" y="342"/>
                                </a:lnTo>
                                <a:lnTo>
                                  <a:pt x="493" y="317"/>
                                </a:lnTo>
                                <a:lnTo>
                                  <a:pt x="491" y="317"/>
                                </a:lnTo>
                                <a:lnTo>
                                  <a:pt x="491" y="317"/>
                                </a:lnTo>
                                <a:lnTo>
                                  <a:pt x="492" y="317"/>
                                </a:lnTo>
                                <a:lnTo>
                                  <a:pt x="491" y="317"/>
                                </a:lnTo>
                                <a:lnTo>
                                  <a:pt x="491" y="317"/>
                                </a:lnTo>
                                <a:lnTo>
                                  <a:pt x="386" y="265"/>
                                </a:lnTo>
                                <a:lnTo>
                                  <a:pt x="371" y="293"/>
                                </a:lnTo>
                                <a:lnTo>
                                  <a:pt x="371" y="294"/>
                                </a:lnTo>
                                <a:lnTo>
                                  <a:pt x="495" y="374"/>
                                </a:lnTo>
                                <a:lnTo>
                                  <a:pt x="371" y="476"/>
                                </a:lnTo>
                                <a:lnTo>
                                  <a:pt x="371" y="476"/>
                                </a:lnTo>
                                <a:lnTo>
                                  <a:pt x="370" y="477"/>
                                </a:lnTo>
                                <a:lnTo>
                                  <a:pt x="413" y="495"/>
                                </a:lnTo>
                                <a:lnTo>
                                  <a:pt x="340" y="626"/>
                                </a:lnTo>
                                <a:lnTo>
                                  <a:pt x="371" y="633"/>
                                </a:lnTo>
                                <a:lnTo>
                                  <a:pt x="463" y="517"/>
                                </a:lnTo>
                                <a:lnTo>
                                  <a:pt x="523" y="542"/>
                                </a:lnTo>
                                <a:lnTo>
                                  <a:pt x="537" y="644"/>
                                </a:lnTo>
                                <a:lnTo>
                                  <a:pt x="344" y="644"/>
                                </a:lnTo>
                                <a:lnTo>
                                  <a:pt x="343" y="643"/>
                                </a:lnTo>
                                <a:lnTo>
                                  <a:pt x="314" y="638"/>
                                </a:lnTo>
                                <a:lnTo>
                                  <a:pt x="339" y="595"/>
                                </a:lnTo>
                                <a:lnTo>
                                  <a:pt x="312" y="515"/>
                                </a:lnTo>
                                <a:lnTo>
                                  <a:pt x="312" y="644"/>
                                </a:lnTo>
                                <a:lnTo>
                                  <a:pt x="96" y="644"/>
                                </a:lnTo>
                                <a:lnTo>
                                  <a:pt x="165" y="494"/>
                                </a:lnTo>
                                <a:lnTo>
                                  <a:pt x="243" y="489"/>
                                </a:lnTo>
                                <a:lnTo>
                                  <a:pt x="312" y="644"/>
                                </a:lnTo>
                                <a:lnTo>
                                  <a:pt x="312" y="515"/>
                                </a:lnTo>
                                <a:lnTo>
                                  <a:pt x="301" y="481"/>
                                </a:lnTo>
                                <a:lnTo>
                                  <a:pt x="344" y="476"/>
                                </a:lnTo>
                                <a:lnTo>
                                  <a:pt x="275" y="223"/>
                                </a:lnTo>
                                <a:lnTo>
                                  <a:pt x="359" y="286"/>
                                </a:lnTo>
                                <a:lnTo>
                                  <a:pt x="375" y="254"/>
                                </a:lnTo>
                                <a:lnTo>
                                  <a:pt x="249" y="122"/>
                                </a:lnTo>
                                <a:lnTo>
                                  <a:pt x="260" y="125"/>
                                </a:lnTo>
                                <a:lnTo>
                                  <a:pt x="276" y="119"/>
                                </a:lnTo>
                                <a:lnTo>
                                  <a:pt x="292" y="109"/>
                                </a:lnTo>
                                <a:lnTo>
                                  <a:pt x="304" y="96"/>
                                </a:lnTo>
                                <a:lnTo>
                                  <a:pt x="284" y="93"/>
                                </a:lnTo>
                                <a:lnTo>
                                  <a:pt x="279" y="85"/>
                                </a:lnTo>
                                <a:lnTo>
                                  <a:pt x="276" y="76"/>
                                </a:lnTo>
                                <a:lnTo>
                                  <a:pt x="274" y="56"/>
                                </a:lnTo>
                                <a:lnTo>
                                  <a:pt x="268" y="32"/>
                                </a:lnTo>
                                <a:lnTo>
                                  <a:pt x="253" y="11"/>
                                </a:lnTo>
                                <a:lnTo>
                                  <a:pt x="218" y="0"/>
                                </a:lnTo>
                                <a:lnTo>
                                  <a:pt x="183" y="11"/>
                                </a:lnTo>
                                <a:lnTo>
                                  <a:pt x="167" y="32"/>
                                </a:lnTo>
                                <a:lnTo>
                                  <a:pt x="162" y="56"/>
                                </a:lnTo>
                                <a:lnTo>
                                  <a:pt x="159" y="76"/>
                                </a:lnTo>
                                <a:lnTo>
                                  <a:pt x="157" y="85"/>
                                </a:lnTo>
                                <a:lnTo>
                                  <a:pt x="152" y="93"/>
                                </a:lnTo>
                                <a:lnTo>
                                  <a:pt x="132" y="96"/>
                                </a:lnTo>
                                <a:lnTo>
                                  <a:pt x="142" y="107"/>
                                </a:lnTo>
                                <a:lnTo>
                                  <a:pt x="155" y="114"/>
                                </a:lnTo>
                                <a:lnTo>
                                  <a:pt x="167" y="120"/>
                                </a:lnTo>
                                <a:lnTo>
                                  <a:pt x="179" y="124"/>
                                </a:lnTo>
                                <a:lnTo>
                                  <a:pt x="0" y="260"/>
                                </a:lnTo>
                                <a:lnTo>
                                  <a:pt x="15" y="286"/>
                                </a:lnTo>
                                <a:lnTo>
                                  <a:pt x="148" y="223"/>
                                </a:lnTo>
                                <a:lnTo>
                                  <a:pt x="46" y="506"/>
                                </a:lnTo>
                                <a:lnTo>
                                  <a:pt x="101" y="501"/>
                                </a:lnTo>
                                <a:lnTo>
                                  <a:pt x="54" y="644"/>
                                </a:lnTo>
                                <a:lnTo>
                                  <a:pt x="36" y="644"/>
                                </a:lnTo>
                                <a:lnTo>
                                  <a:pt x="36" y="677"/>
                                </a:lnTo>
                                <a:lnTo>
                                  <a:pt x="1051" y="677"/>
                                </a:lnTo>
                                <a:lnTo>
                                  <a:pt x="1051" y="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"/>
                        <wps:cNvSpPr>
                          <a:spLocks/>
                        </wps:cNvSpPr>
                        <wps:spPr bwMode="auto">
                          <a:xfrm>
                            <a:off x="8049" y="-1061"/>
                            <a:ext cx="3010" cy="688"/>
                          </a:xfrm>
                          <a:custGeom>
                            <a:avLst/>
                            <a:gdLst>
                              <a:gd name="T0" fmla="*/ 3009 w 3010"/>
                              <a:gd name="T1" fmla="*/ 225 h 688"/>
                              <a:gd name="T2" fmla="*/ 2940 w 3010"/>
                              <a:gd name="T3" fmla="*/ 225 h 688"/>
                              <a:gd name="T4" fmla="*/ 2940 w 3010"/>
                              <a:gd name="T5" fmla="*/ 358 h 688"/>
                              <a:gd name="T6" fmla="*/ 2940 w 3010"/>
                              <a:gd name="T7" fmla="*/ 417 h 688"/>
                              <a:gd name="T8" fmla="*/ 2940 w 3010"/>
                              <a:gd name="T9" fmla="*/ 620 h 688"/>
                              <a:gd name="T10" fmla="*/ 2929 w 3010"/>
                              <a:gd name="T11" fmla="*/ 624 h 688"/>
                              <a:gd name="T12" fmla="*/ 2918 w 3010"/>
                              <a:gd name="T13" fmla="*/ 627 h 688"/>
                              <a:gd name="T14" fmla="*/ 2905 w 3010"/>
                              <a:gd name="T15" fmla="*/ 629 h 688"/>
                              <a:gd name="T16" fmla="*/ 2892 w 3010"/>
                              <a:gd name="T17" fmla="*/ 630 h 688"/>
                              <a:gd name="T18" fmla="*/ 2872 w 3010"/>
                              <a:gd name="T19" fmla="*/ 628 h 688"/>
                              <a:gd name="T20" fmla="*/ 2854 w 3010"/>
                              <a:gd name="T21" fmla="*/ 623 h 688"/>
                              <a:gd name="T22" fmla="*/ 2837 w 3010"/>
                              <a:gd name="T23" fmla="*/ 615 h 688"/>
                              <a:gd name="T24" fmla="*/ 2823 w 3010"/>
                              <a:gd name="T25" fmla="*/ 604 h 688"/>
                              <a:gd name="T26" fmla="*/ 2811 w 3010"/>
                              <a:gd name="T27" fmla="*/ 589 h 688"/>
                              <a:gd name="T28" fmla="*/ 2802 w 3010"/>
                              <a:gd name="T29" fmla="*/ 570 h 688"/>
                              <a:gd name="T30" fmla="*/ 2797 w 3010"/>
                              <a:gd name="T31" fmla="*/ 547 h 688"/>
                              <a:gd name="T32" fmla="*/ 2796 w 3010"/>
                              <a:gd name="T33" fmla="*/ 519 h 688"/>
                              <a:gd name="T34" fmla="*/ 2797 w 3010"/>
                              <a:gd name="T35" fmla="*/ 491 h 688"/>
                              <a:gd name="T36" fmla="*/ 2803 w 3010"/>
                              <a:gd name="T37" fmla="*/ 467 h 688"/>
                              <a:gd name="T38" fmla="*/ 2811 w 3010"/>
                              <a:gd name="T39" fmla="*/ 447 h 688"/>
                              <a:gd name="T40" fmla="*/ 2823 w 3010"/>
                              <a:gd name="T41" fmla="*/ 432 h 688"/>
                              <a:gd name="T42" fmla="*/ 2838 w 3010"/>
                              <a:gd name="T43" fmla="*/ 420 h 688"/>
                              <a:gd name="T44" fmla="*/ 2854 w 3010"/>
                              <a:gd name="T45" fmla="*/ 412 h 688"/>
                              <a:gd name="T46" fmla="*/ 2872 w 3010"/>
                              <a:gd name="T47" fmla="*/ 407 h 688"/>
                              <a:gd name="T48" fmla="*/ 2891 w 3010"/>
                              <a:gd name="T49" fmla="*/ 405 h 688"/>
                              <a:gd name="T50" fmla="*/ 2904 w 3010"/>
                              <a:gd name="T51" fmla="*/ 406 h 688"/>
                              <a:gd name="T52" fmla="*/ 2917 w 3010"/>
                              <a:gd name="T53" fmla="*/ 408 h 688"/>
                              <a:gd name="T54" fmla="*/ 2929 w 3010"/>
                              <a:gd name="T55" fmla="*/ 412 h 688"/>
                              <a:gd name="T56" fmla="*/ 2940 w 3010"/>
                              <a:gd name="T57" fmla="*/ 417 h 688"/>
                              <a:gd name="T58" fmla="*/ 2940 w 3010"/>
                              <a:gd name="T59" fmla="*/ 358 h 688"/>
                              <a:gd name="T60" fmla="*/ 2926 w 3010"/>
                              <a:gd name="T61" fmla="*/ 354 h 688"/>
                              <a:gd name="T62" fmla="*/ 2911 w 3010"/>
                              <a:gd name="T63" fmla="*/ 350 h 688"/>
                              <a:gd name="T64" fmla="*/ 2895 w 3010"/>
                              <a:gd name="T65" fmla="*/ 348 h 688"/>
                              <a:gd name="T66" fmla="*/ 2878 w 3010"/>
                              <a:gd name="T67" fmla="*/ 347 h 688"/>
                              <a:gd name="T68" fmla="*/ 2845 w 3010"/>
                              <a:gd name="T69" fmla="*/ 350 h 688"/>
                              <a:gd name="T70" fmla="*/ 2816 w 3010"/>
                              <a:gd name="T71" fmla="*/ 358 h 688"/>
                              <a:gd name="T72" fmla="*/ 2790 w 3010"/>
                              <a:gd name="T73" fmla="*/ 371 h 688"/>
                              <a:gd name="T74" fmla="*/ 2767 w 3010"/>
                              <a:gd name="T75" fmla="*/ 389 h 688"/>
                              <a:gd name="T76" fmla="*/ 2749 w 3010"/>
                              <a:gd name="T77" fmla="*/ 412 h 688"/>
                              <a:gd name="T78" fmla="*/ 2735 w 3010"/>
                              <a:gd name="T79" fmla="*/ 442 h 688"/>
                              <a:gd name="T80" fmla="*/ 2728 w 3010"/>
                              <a:gd name="T81" fmla="*/ 476 h 688"/>
                              <a:gd name="T82" fmla="*/ 2725 w 3010"/>
                              <a:gd name="T83" fmla="*/ 516 h 688"/>
                              <a:gd name="T84" fmla="*/ 2728 w 3010"/>
                              <a:gd name="T85" fmla="*/ 558 h 688"/>
                              <a:gd name="T86" fmla="*/ 2736 w 3010"/>
                              <a:gd name="T87" fmla="*/ 593 h 688"/>
                              <a:gd name="T88" fmla="*/ 2750 w 3010"/>
                              <a:gd name="T89" fmla="*/ 622 h 688"/>
                              <a:gd name="T90" fmla="*/ 2770 w 3010"/>
                              <a:gd name="T91" fmla="*/ 646 h 688"/>
                              <a:gd name="T92" fmla="*/ 2795 w 3010"/>
                              <a:gd name="T93" fmla="*/ 664 h 688"/>
                              <a:gd name="T94" fmla="*/ 2824 w 3010"/>
                              <a:gd name="T95" fmla="*/ 677 h 688"/>
                              <a:gd name="T96" fmla="*/ 2856 w 3010"/>
                              <a:gd name="T97" fmla="*/ 685 h 688"/>
                              <a:gd name="T98" fmla="*/ 2893 w 3010"/>
                              <a:gd name="T99" fmla="*/ 687 h 688"/>
                              <a:gd name="T100" fmla="*/ 2924 w 3010"/>
                              <a:gd name="T101" fmla="*/ 686 h 688"/>
                              <a:gd name="T102" fmla="*/ 2953 w 3010"/>
                              <a:gd name="T103" fmla="*/ 682 h 688"/>
                              <a:gd name="T104" fmla="*/ 2981 w 3010"/>
                              <a:gd name="T105" fmla="*/ 675 h 688"/>
                              <a:gd name="T106" fmla="*/ 3009 w 3010"/>
                              <a:gd name="T107" fmla="*/ 666 h 688"/>
                              <a:gd name="T108" fmla="*/ 3009 w 3010"/>
                              <a:gd name="T109" fmla="*/ 630 h 688"/>
                              <a:gd name="T110" fmla="*/ 3009 w 3010"/>
                              <a:gd name="T111" fmla="*/ 405 h 688"/>
                              <a:gd name="T112" fmla="*/ 3009 w 3010"/>
                              <a:gd name="T113" fmla="*/ 358 h 688"/>
                              <a:gd name="T114" fmla="*/ 3009 w 3010"/>
                              <a:gd name="T115" fmla="*/ 225 h 6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3010" h="688">
                                <a:moveTo>
                                  <a:pt x="3009" y="225"/>
                                </a:moveTo>
                                <a:lnTo>
                                  <a:pt x="2940" y="225"/>
                                </a:lnTo>
                                <a:lnTo>
                                  <a:pt x="2940" y="358"/>
                                </a:lnTo>
                                <a:lnTo>
                                  <a:pt x="2940" y="417"/>
                                </a:lnTo>
                                <a:lnTo>
                                  <a:pt x="2940" y="620"/>
                                </a:lnTo>
                                <a:lnTo>
                                  <a:pt x="2929" y="624"/>
                                </a:lnTo>
                                <a:lnTo>
                                  <a:pt x="2918" y="627"/>
                                </a:lnTo>
                                <a:lnTo>
                                  <a:pt x="2905" y="629"/>
                                </a:lnTo>
                                <a:lnTo>
                                  <a:pt x="2892" y="630"/>
                                </a:lnTo>
                                <a:lnTo>
                                  <a:pt x="2872" y="628"/>
                                </a:lnTo>
                                <a:lnTo>
                                  <a:pt x="2854" y="623"/>
                                </a:lnTo>
                                <a:lnTo>
                                  <a:pt x="2837" y="615"/>
                                </a:lnTo>
                                <a:lnTo>
                                  <a:pt x="2823" y="604"/>
                                </a:lnTo>
                                <a:lnTo>
                                  <a:pt x="2811" y="589"/>
                                </a:lnTo>
                                <a:lnTo>
                                  <a:pt x="2802" y="570"/>
                                </a:lnTo>
                                <a:lnTo>
                                  <a:pt x="2797" y="547"/>
                                </a:lnTo>
                                <a:lnTo>
                                  <a:pt x="2796" y="519"/>
                                </a:lnTo>
                                <a:lnTo>
                                  <a:pt x="2797" y="491"/>
                                </a:lnTo>
                                <a:lnTo>
                                  <a:pt x="2803" y="467"/>
                                </a:lnTo>
                                <a:lnTo>
                                  <a:pt x="2811" y="447"/>
                                </a:lnTo>
                                <a:lnTo>
                                  <a:pt x="2823" y="432"/>
                                </a:lnTo>
                                <a:lnTo>
                                  <a:pt x="2838" y="420"/>
                                </a:lnTo>
                                <a:lnTo>
                                  <a:pt x="2854" y="412"/>
                                </a:lnTo>
                                <a:lnTo>
                                  <a:pt x="2872" y="407"/>
                                </a:lnTo>
                                <a:lnTo>
                                  <a:pt x="2891" y="405"/>
                                </a:lnTo>
                                <a:lnTo>
                                  <a:pt x="2904" y="406"/>
                                </a:lnTo>
                                <a:lnTo>
                                  <a:pt x="2917" y="408"/>
                                </a:lnTo>
                                <a:lnTo>
                                  <a:pt x="2929" y="412"/>
                                </a:lnTo>
                                <a:lnTo>
                                  <a:pt x="2940" y="417"/>
                                </a:lnTo>
                                <a:lnTo>
                                  <a:pt x="2940" y="358"/>
                                </a:lnTo>
                                <a:lnTo>
                                  <a:pt x="2926" y="354"/>
                                </a:lnTo>
                                <a:lnTo>
                                  <a:pt x="2911" y="350"/>
                                </a:lnTo>
                                <a:lnTo>
                                  <a:pt x="2895" y="348"/>
                                </a:lnTo>
                                <a:lnTo>
                                  <a:pt x="2878" y="347"/>
                                </a:lnTo>
                                <a:lnTo>
                                  <a:pt x="2845" y="350"/>
                                </a:lnTo>
                                <a:lnTo>
                                  <a:pt x="2816" y="358"/>
                                </a:lnTo>
                                <a:lnTo>
                                  <a:pt x="2790" y="371"/>
                                </a:lnTo>
                                <a:lnTo>
                                  <a:pt x="2767" y="389"/>
                                </a:lnTo>
                                <a:lnTo>
                                  <a:pt x="2749" y="412"/>
                                </a:lnTo>
                                <a:lnTo>
                                  <a:pt x="2735" y="442"/>
                                </a:lnTo>
                                <a:lnTo>
                                  <a:pt x="2728" y="476"/>
                                </a:lnTo>
                                <a:lnTo>
                                  <a:pt x="2725" y="516"/>
                                </a:lnTo>
                                <a:lnTo>
                                  <a:pt x="2728" y="558"/>
                                </a:lnTo>
                                <a:lnTo>
                                  <a:pt x="2736" y="593"/>
                                </a:lnTo>
                                <a:lnTo>
                                  <a:pt x="2750" y="622"/>
                                </a:lnTo>
                                <a:lnTo>
                                  <a:pt x="2770" y="646"/>
                                </a:lnTo>
                                <a:lnTo>
                                  <a:pt x="2795" y="664"/>
                                </a:lnTo>
                                <a:lnTo>
                                  <a:pt x="2824" y="677"/>
                                </a:lnTo>
                                <a:lnTo>
                                  <a:pt x="2856" y="685"/>
                                </a:lnTo>
                                <a:lnTo>
                                  <a:pt x="2893" y="687"/>
                                </a:lnTo>
                                <a:lnTo>
                                  <a:pt x="2924" y="686"/>
                                </a:lnTo>
                                <a:lnTo>
                                  <a:pt x="2953" y="682"/>
                                </a:lnTo>
                                <a:lnTo>
                                  <a:pt x="2981" y="675"/>
                                </a:lnTo>
                                <a:lnTo>
                                  <a:pt x="3009" y="666"/>
                                </a:lnTo>
                                <a:lnTo>
                                  <a:pt x="3009" y="630"/>
                                </a:lnTo>
                                <a:lnTo>
                                  <a:pt x="3009" y="405"/>
                                </a:lnTo>
                                <a:lnTo>
                                  <a:pt x="3009" y="358"/>
                                </a:lnTo>
                                <a:lnTo>
                                  <a:pt x="3009" y="2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3" y="-812"/>
                          <a:ext cx="220" cy="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12" name="Group 12"/>
                      <wpg:cNvGrpSpPr>
                        <a:grpSpLocks/>
                      </wpg:cNvGrpSpPr>
                      <wpg:grpSpPr bwMode="auto">
                        <a:xfrm>
                          <a:off x="8459" y="-1061"/>
                          <a:ext cx="385" cy="645"/>
                          <a:chOff x="8459" y="-1061"/>
                          <a:chExt cx="385" cy="645"/>
                        </a:xfrm>
                      </wpg:grpSpPr>
                      <wps:wsp>
                        <wps:cNvPr id="13" name="Freeform 13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110 w 385"/>
                              <a:gd name="T1" fmla="*/ 644 h 645"/>
                              <a:gd name="T2" fmla="*/ 103 w 385"/>
                              <a:gd name="T3" fmla="*/ 599 h 645"/>
                              <a:gd name="T4" fmla="*/ 92 w 385"/>
                              <a:gd name="T5" fmla="*/ 644 h 645"/>
                              <a:gd name="T6" fmla="*/ 110 w 385"/>
                              <a:gd name="T7" fmla="*/ 644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110" y="644"/>
                                </a:moveTo>
                                <a:lnTo>
                                  <a:pt x="103" y="599"/>
                                </a:lnTo>
                                <a:lnTo>
                                  <a:pt x="92" y="644"/>
                                </a:lnTo>
                                <a:lnTo>
                                  <a:pt x="110" y="6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213 w 385"/>
                              <a:gd name="T1" fmla="*/ 452 h 645"/>
                              <a:gd name="T2" fmla="*/ 183 w 385"/>
                              <a:gd name="T3" fmla="*/ 435 h 645"/>
                              <a:gd name="T4" fmla="*/ 200 w 385"/>
                              <a:gd name="T5" fmla="*/ 506 h 645"/>
                              <a:gd name="T6" fmla="*/ 213 w 385"/>
                              <a:gd name="T7" fmla="*/ 452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213" y="452"/>
                                </a:moveTo>
                                <a:lnTo>
                                  <a:pt x="183" y="435"/>
                                </a:lnTo>
                                <a:lnTo>
                                  <a:pt x="200" y="506"/>
                                </a:lnTo>
                                <a:lnTo>
                                  <a:pt x="213" y="4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316 w 385"/>
                              <a:gd name="T1" fmla="*/ 422 h 645"/>
                              <a:gd name="T2" fmla="*/ 315 w 385"/>
                              <a:gd name="T3" fmla="*/ 415 h 645"/>
                              <a:gd name="T4" fmla="*/ 279 w 385"/>
                              <a:gd name="T5" fmla="*/ 437 h 645"/>
                              <a:gd name="T6" fmla="*/ 316 w 385"/>
                              <a:gd name="T7" fmla="*/ 422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316" y="422"/>
                                </a:moveTo>
                                <a:lnTo>
                                  <a:pt x="315" y="415"/>
                                </a:lnTo>
                                <a:lnTo>
                                  <a:pt x="279" y="437"/>
                                </a:lnTo>
                                <a:lnTo>
                                  <a:pt x="316" y="4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6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341 w 385"/>
                              <a:gd name="T1" fmla="*/ 521 h 645"/>
                              <a:gd name="T2" fmla="*/ 324 w 385"/>
                              <a:gd name="T3" fmla="*/ 454 h 645"/>
                              <a:gd name="T4" fmla="*/ 262 w 385"/>
                              <a:gd name="T5" fmla="*/ 479 h 645"/>
                              <a:gd name="T6" fmla="*/ 256 w 385"/>
                              <a:gd name="T7" fmla="*/ 476 h 645"/>
                              <a:gd name="T8" fmla="*/ 298 w 385"/>
                              <a:gd name="T9" fmla="*/ 644 h 645"/>
                              <a:gd name="T10" fmla="*/ 315 w 385"/>
                              <a:gd name="T11" fmla="*/ 644 h 645"/>
                              <a:gd name="T12" fmla="*/ 341 w 385"/>
                              <a:gd name="T13" fmla="*/ 521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341" y="521"/>
                                </a:moveTo>
                                <a:lnTo>
                                  <a:pt x="324" y="454"/>
                                </a:lnTo>
                                <a:lnTo>
                                  <a:pt x="262" y="479"/>
                                </a:lnTo>
                                <a:lnTo>
                                  <a:pt x="256" y="476"/>
                                </a:lnTo>
                                <a:lnTo>
                                  <a:pt x="298" y="644"/>
                                </a:lnTo>
                                <a:lnTo>
                                  <a:pt x="315" y="644"/>
                                </a:lnTo>
                                <a:lnTo>
                                  <a:pt x="341" y="5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7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364 w 385"/>
                              <a:gd name="T1" fmla="*/ 615 h 645"/>
                              <a:gd name="T2" fmla="*/ 359 w 385"/>
                              <a:gd name="T3" fmla="*/ 596 h 645"/>
                              <a:gd name="T4" fmla="*/ 349 w 385"/>
                              <a:gd name="T5" fmla="*/ 644 h 645"/>
                              <a:gd name="T6" fmla="*/ 351 w 385"/>
                              <a:gd name="T7" fmla="*/ 644 h 645"/>
                              <a:gd name="T8" fmla="*/ 364 w 385"/>
                              <a:gd name="T9" fmla="*/ 615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364" y="615"/>
                                </a:moveTo>
                                <a:lnTo>
                                  <a:pt x="359" y="596"/>
                                </a:lnTo>
                                <a:lnTo>
                                  <a:pt x="349" y="644"/>
                                </a:lnTo>
                                <a:lnTo>
                                  <a:pt x="351" y="644"/>
                                </a:lnTo>
                                <a:lnTo>
                                  <a:pt x="364" y="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8"/>
                        <wps:cNvSpPr>
                          <a:spLocks/>
                        </wps:cNvSpPr>
                        <wps:spPr bwMode="auto">
                          <a:xfrm>
                            <a:off x="8459" y="-1061"/>
                            <a:ext cx="385" cy="645"/>
                          </a:xfrm>
                          <a:custGeom>
                            <a:avLst/>
                            <a:gdLst>
                              <a:gd name="T0" fmla="*/ 385 w 385"/>
                              <a:gd name="T1" fmla="*/ 228 h 645"/>
                              <a:gd name="T2" fmla="*/ 258 w 385"/>
                              <a:gd name="T3" fmla="*/ 123 h 645"/>
                              <a:gd name="T4" fmla="*/ 273 w 385"/>
                              <a:gd name="T5" fmla="*/ 113 h 645"/>
                              <a:gd name="T6" fmla="*/ 285 w 385"/>
                              <a:gd name="T7" fmla="*/ 99 h 645"/>
                              <a:gd name="T8" fmla="*/ 293 w 385"/>
                              <a:gd name="T9" fmla="*/ 83 h 645"/>
                              <a:gd name="T10" fmla="*/ 296 w 385"/>
                              <a:gd name="T11" fmla="*/ 64 h 645"/>
                              <a:gd name="T12" fmla="*/ 291 w 385"/>
                              <a:gd name="T13" fmla="*/ 39 h 645"/>
                              <a:gd name="T14" fmla="*/ 277 w 385"/>
                              <a:gd name="T15" fmla="*/ 18 h 645"/>
                              <a:gd name="T16" fmla="*/ 257 w 385"/>
                              <a:gd name="T17" fmla="*/ 5 h 645"/>
                              <a:gd name="T18" fmla="*/ 232 w 385"/>
                              <a:gd name="T19" fmla="*/ 0 h 645"/>
                              <a:gd name="T20" fmla="*/ 207 w 385"/>
                              <a:gd name="T21" fmla="*/ 5 h 645"/>
                              <a:gd name="T22" fmla="*/ 186 w 385"/>
                              <a:gd name="T23" fmla="*/ 18 h 645"/>
                              <a:gd name="T24" fmla="*/ 172 w 385"/>
                              <a:gd name="T25" fmla="*/ 39 h 645"/>
                              <a:gd name="T26" fmla="*/ 167 w 385"/>
                              <a:gd name="T27" fmla="*/ 64 h 645"/>
                              <a:gd name="T28" fmla="*/ 170 w 385"/>
                              <a:gd name="T29" fmla="*/ 82 h 645"/>
                              <a:gd name="T30" fmla="*/ 177 w 385"/>
                              <a:gd name="T31" fmla="*/ 98 h 645"/>
                              <a:gd name="T32" fmla="*/ 188 w 385"/>
                              <a:gd name="T33" fmla="*/ 111 h 645"/>
                              <a:gd name="T34" fmla="*/ 202 w 385"/>
                              <a:gd name="T35" fmla="*/ 121 h 645"/>
                              <a:gd name="T36" fmla="*/ 0 w 385"/>
                              <a:gd name="T37" fmla="*/ 258 h 645"/>
                              <a:gd name="T38" fmla="*/ 24 w 385"/>
                              <a:gd name="T39" fmla="*/ 270 h 645"/>
                              <a:gd name="T40" fmla="*/ 21 w 385"/>
                              <a:gd name="T41" fmla="*/ 265 h 645"/>
                              <a:gd name="T42" fmla="*/ 33 w 385"/>
                              <a:gd name="T43" fmla="*/ 257 h 645"/>
                              <a:gd name="T44" fmla="*/ 37 w 385"/>
                              <a:gd name="T45" fmla="*/ 254 h 645"/>
                              <a:gd name="T46" fmla="*/ 46 w 385"/>
                              <a:gd name="T47" fmla="*/ 250 h 645"/>
                              <a:gd name="T48" fmla="*/ 58 w 385"/>
                              <a:gd name="T49" fmla="*/ 246 h 645"/>
                              <a:gd name="T50" fmla="*/ 73 w 385"/>
                              <a:gd name="T51" fmla="*/ 244 h 645"/>
                              <a:gd name="T52" fmla="*/ 80 w 385"/>
                              <a:gd name="T53" fmla="*/ 244 h 645"/>
                              <a:gd name="T54" fmla="*/ 90 w 385"/>
                              <a:gd name="T55" fmla="*/ 246 h 645"/>
                              <a:gd name="T56" fmla="*/ 99 w 385"/>
                              <a:gd name="T57" fmla="*/ 252 h 645"/>
                              <a:gd name="T58" fmla="*/ 106 w 385"/>
                              <a:gd name="T59" fmla="*/ 249 h 645"/>
                              <a:gd name="T60" fmla="*/ 114 w 385"/>
                              <a:gd name="T61" fmla="*/ 242 h 645"/>
                              <a:gd name="T62" fmla="*/ 124 w 385"/>
                              <a:gd name="T63" fmla="*/ 238 h 645"/>
                              <a:gd name="T64" fmla="*/ 134 w 385"/>
                              <a:gd name="T65" fmla="*/ 235 h 645"/>
                              <a:gd name="T66" fmla="*/ 159 w 385"/>
                              <a:gd name="T67" fmla="*/ 224 h 645"/>
                              <a:gd name="T68" fmla="*/ 158 w 385"/>
                              <a:gd name="T69" fmla="*/ 234 h 645"/>
                              <a:gd name="T70" fmla="*/ 179 w 385"/>
                              <a:gd name="T71" fmla="*/ 241 h 645"/>
                              <a:gd name="T72" fmla="*/ 197 w 385"/>
                              <a:gd name="T73" fmla="*/ 253 h 645"/>
                              <a:gd name="T74" fmla="*/ 210 w 385"/>
                              <a:gd name="T75" fmla="*/ 271 h 645"/>
                              <a:gd name="T76" fmla="*/ 217 w 385"/>
                              <a:gd name="T77" fmla="*/ 291 h 645"/>
                              <a:gd name="T78" fmla="*/ 230 w 385"/>
                              <a:gd name="T79" fmla="*/ 293 h 645"/>
                              <a:gd name="T80" fmla="*/ 245 w 385"/>
                              <a:gd name="T81" fmla="*/ 300 h 645"/>
                              <a:gd name="T82" fmla="*/ 259 w 385"/>
                              <a:gd name="T83" fmla="*/ 314 h 645"/>
                              <a:gd name="T84" fmla="*/ 269 w 385"/>
                              <a:gd name="T85" fmla="*/ 337 h 645"/>
                              <a:gd name="T86" fmla="*/ 274 w 385"/>
                              <a:gd name="T87" fmla="*/ 351 h 645"/>
                              <a:gd name="T88" fmla="*/ 245 w 385"/>
                              <a:gd name="T89" fmla="*/ 363 h 645"/>
                              <a:gd name="T90" fmla="*/ 220 w 385"/>
                              <a:gd name="T91" fmla="*/ 363 h 645"/>
                              <a:gd name="T92" fmla="*/ 211 w 385"/>
                              <a:gd name="T93" fmla="*/ 361 h 645"/>
                              <a:gd name="T94" fmla="*/ 204 w 385"/>
                              <a:gd name="T95" fmla="*/ 357 h 645"/>
                              <a:gd name="T96" fmla="*/ 265 w 385"/>
                              <a:gd name="T97" fmla="*/ 406 h 645"/>
                              <a:gd name="T98" fmla="*/ 308 w 385"/>
                              <a:gd name="T99" fmla="*/ 381 h 645"/>
                              <a:gd name="T100" fmla="*/ 293 w 385"/>
                              <a:gd name="T101" fmla="*/ 228 h 645"/>
                              <a:gd name="T102" fmla="*/ 348 w 385"/>
                              <a:gd name="T103" fmla="*/ 263 h 645"/>
                              <a:gd name="T104" fmla="*/ 351 w 385"/>
                              <a:gd name="T105" fmla="*/ 259 h 645"/>
                              <a:gd name="T106" fmla="*/ 357 w 385"/>
                              <a:gd name="T107" fmla="*/ 249 h 645"/>
                              <a:gd name="T108" fmla="*/ 365 w 385"/>
                              <a:gd name="T109" fmla="*/ 240 h 645"/>
                              <a:gd name="T110" fmla="*/ 374 w 385"/>
                              <a:gd name="T111" fmla="*/ 233 h 645"/>
                              <a:gd name="T112" fmla="*/ 385 w 385"/>
                              <a:gd name="T113" fmla="*/ 228 h 6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385" h="645">
                                <a:moveTo>
                                  <a:pt x="385" y="228"/>
                                </a:moveTo>
                                <a:lnTo>
                                  <a:pt x="258" y="123"/>
                                </a:lnTo>
                                <a:lnTo>
                                  <a:pt x="273" y="113"/>
                                </a:lnTo>
                                <a:lnTo>
                                  <a:pt x="285" y="99"/>
                                </a:lnTo>
                                <a:lnTo>
                                  <a:pt x="293" y="83"/>
                                </a:lnTo>
                                <a:lnTo>
                                  <a:pt x="296" y="64"/>
                                </a:lnTo>
                                <a:lnTo>
                                  <a:pt x="291" y="39"/>
                                </a:lnTo>
                                <a:lnTo>
                                  <a:pt x="277" y="18"/>
                                </a:lnTo>
                                <a:lnTo>
                                  <a:pt x="257" y="5"/>
                                </a:lnTo>
                                <a:lnTo>
                                  <a:pt x="232" y="0"/>
                                </a:lnTo>
                                <a:lnTo>
                                  <a:pt x="207" y="5"/>
                                </a:lnTo>
                                <a:lnTo>
                                  <a:pt x="186" y="18"/>
                                </a:lnTo>
                                <a:lnTo>
                                  <a:pt x="172" y="39"/>
                                </a:lnTo>
                                <a:lnTo>
                                  <a:pt x="167" y="64"/>
                                </a:lnTo>
                                <a:lnTo>
                                  <a:pt x="170" y="82"/>
                                </a:lnTo>
                                <a:lnTo>
                                  <a:pt x="177" y="98"/>
                                </a:lnTo>
                                <a:lnTo>
                                  <a:pt x="188" y="111"/>
                                </a:lnTo>
                                <a:lnTo>
                                  <a:pt x="202" y="121"/>
                                </a:lnTo>
                                <a:lnTo>
                                  <a:pt x="0" y="258"/>
                                </a:lnTo>
                                <a:lnTo>
                                  <a:pt x="24" y="270"/>
                                </a:lnTo>
                                <a:lnTo>
                                  <a:pt x="21" y="265"/>
                                </a:lnTo>
                                <a:lnTo>
                                  <a:pt x="33" y="257"/>
                                </a:lnTo>
                                <a:lnTo>
                                  <a:pt x="37" y="254"/>
                                </a:lnTo>
                                <a:lnTo>
                                  <a:pt x="46" y="250"/>
                                </a:lnTo>
                                <a:lnTo>
                                  <a:pt x="58" y="246"/>
                                </a:lnTo>
                                <a:lnTo>
                                  <a:pt x="73" y="244"/>
                                </a:lnTo>
                                <a:lnTo>
                                  <a:pt x="80" y="244"/>
                                </a:lnTo>
                                <a:lnTo>
                                  <a:pt x="90" y="246"/>
                                </a:lnTo>
                                <a:lnTo>
                                  <a:pt x="99" y="252"/>
                                </a:lnTo>
                                <a:lnTo>
                                  <a:pt x="106" y="249"/>
                                </a:lnTo>
                                <a:lnTo>
                                  <a:pt x="114" y="242"/>
                                </a:lnTo>
                                <a:lnTo>
                                  <a:pt x="124" y="238"/>
                                </a:lnTo>
                                <a:lnTo>
                                  <a:pt x="134" y="235"/>
                                </a:lnTo>
                                <a:lnTo>
                                  <a:pt x="159" y="224"/>
                                </a:lnTo>
                                <a:lnTo>
                                  <a:pt x="158" y="234"/>
                                </a:lnTo>
                                <a:lnTo>
                                  <a:pt x="179" y="241"/>
                                </a:lnTo>
                                <a:lnTo>
                                  <a:pt x="197" y="253"/>
                                </a:lnTo>
                                <a:lnTo>
                                  <a:pt x="210" y="271"/>
                                </a:lnTo>
                                <a:lnTo>
                                  <a:pt x="217" y="291"/>
                                </a:lnTo>
                                <a:lnTo>
                                  <a:pt x="230" y="293"/>
                                </a:lnTo>
                                <a:lnTo>
                                  <a:pt x="245" y="300"/>
                                </a:lnTo>
                                <a:lnTo>
                                  <a:pt x="259" y="314"/>
                                </a:lnTo>
                                <a:lnTo>
                                  <a:pt x="269" y="337"/>
                                </a:lnTo>
                                <a:lnTo>
                                  <a:pt x="274" y="351"/>
                                </a:lnTo>
                                <a:lnTo>
                                  <a:pt x="245" y="363"/>
                                </a:lnTo>
                                <a:lnTo>
                                  <a:pt x="220" y="363"/>
                                </a:lnTo>
                                <a:lnTo>
                                  <a:pt x="211" y="361"/>
                                </a:lnTo>
                                <a:lnTo>
                                  <a:pt x="204" y="357"/>
                                </a:lnTo>
                                <a:lnTo>
                                  <a:pt x="265" y="406"/>
                                </a:lnTo>
                                <a:lnTo>
                                  <a:pt x="308" y="381"/>
                                </a:lnTo>
                                <a:lnTo>
                                  <a:pt x="293" y="228"/>
                                </a:lnTo>
                                <a:lnTo>
                                  <a:pt x="348" y="263"/>
                                </a:lnTo>
                                <a:lnTo>
                                  <a:pt x="351" y="259"/>
                                </a:lnTo>
                                <a:lnTo>
                                  <a:pt x="357" y="249"/>
                                </a:lnTo>
                                <a:lnTo>
                                  <a:pt x="365" y="240"/>
                                </a:lnTo>
                                <a:lnTo>
                                  <a:pt x="374" y="233"/>
                                </a:lnTo>
                                <a:lnTo>
                                  <a:pt x="385" y="2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95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FD989" id="Grupo 1" o:spid="_x0000_s1026" style="position:absolute;margin-left:-24.6pt;margin-top:.85pt;width:114.3pt;height:25.4pt;z-index:251661312;mso-position-horizontal-relative:margin" coordorigin="8049,-1061" coordsize="3010,6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" o:allowincell="f">
              <v:shape id="Freeform 2" o:spid="_x0000_s1027" style="position:absolute;left:9152;top:-803;width:271;height:422;visibility:visible;mso-wrap-style:square;v-text-anchor:top" coordsize="271,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9cHMIA&#10;AADaAAAADwAAAGRycy9kb3ducmV2LnhtbESPT4vCMBTE74LfITzBi2hqF0SqUbSo7M1d/+D10Tzb&#10;YvNSm6jdb78RFvY4zMxvmPmyNZV4UuNKywrGowgEcWZ1ybmC03E7nIJwHlljZZkU/JCD5aLbmWOi&#10;7Yu/6XnwuQgQdgkqKLyvEyldVpBBN7I1cfCutjHog2xyqRt8BbipZBxFE2mw5LBQYE1pQdnt8DAK&#10;rl/ncpAO8ni922P7cbnrdDPVSvV77WoGwlPr/8N/7U+tIIb3lXA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X1wcwgAAANoAAAAPAAAAAAAAAAAAAAAAAJgCAABkcnMvZG93&#10;bnJldi54bWxQSwUGAAAAAAQABAD1AAAAhwMAAAAA&#10;" path="m270,l,,,58,,170r,58l,362r,60l270,422r,-60l70,362r,-134l246,228r,-58l70,170,70,58r200,l270,xe" fillcolor="#0095da" stroked="f">
                <v:path arrowok="t" o:connecttype="custom" o:connectlocs="270,0;0,0;0,58;0,170;0,228;0,362;0,422;270,422;270,362;70,362;70,228;246,228;246,170;70,170;70,58;270,58;270,0" o:connectangles="0,0,0,0,0,0,0,0,0,0,0,0,0,0,0,0,0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left:9455;top:-714;width:240;height: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KDJzFAAAA2gAAAA8AAABkcnMvZG93bnJldi54bWxEj09rAjEUxO8Fv0N4BW812wpFtkYRl6r1&#10;Iv49v25ed1c3L2uS6rafvhGEHoeZ+Q0zHLemFhdyvrKs4LmXgCDOra64ULDbvj8NQPiArLG2TAp+&#10;yMN41HkYYqrtldd02YRCRAj7FBWUITSplD4vyaDv2YY4el/WGQxRukJqh9cIN7V8SZJXabDiuFBi&#10;Q9OS8tPm2yiYL2YH19/uJ8vlOVt9ZJ+Z/90dleo+tpM3EIHa8B++txdaQR9uV+INkK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GCgycxQAAANoAAAAPAAAAAAAAAAAAAAAA&#10;AJ8CAABkcnMvZG93bnJldi54bWxQSwUGAAAAAAQABAD3AAAAkQMAAAAA&#10;">
                <v:imagedata r:id="rId5" o:title=""/>
              </v:shape>
              <v:shape id="Freeform 4" o:spid="_x0000_s1029" style="position:absolute;left:9726;top:-810;width:281;height:436;visibility:visible;mso-wrap-style:square;v-text-anchor:top" coordsize="281,4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Gjx8MA&#10;AADaAAAADwAAAGRycy9kb3ducmV2LnhtbESPQWvCQBSE7wX/w/IEb3WjWAmpq1RF8FRq9ODxkX3N&#10;pmbfhuyq0V/fFQSPw8x8w8wWna3FhVpfOVYwGiYgiAunKy4VHPab9xSED8gaa8ek4EYeFvPe2wwz&#10;7a68o0seShEh7DNUYEJoMil9YciiH7qGOHq/rrUYomxLqVu8Rrit5ThJptJixXHBYEMrQ8UpP1sF&#10;p9Qs72scL9Pvnzw53jd/H6PzXqlBv/v6BBGoC6/ws73VCibwuBJv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Gjx8MAAADaAAAADwAAAAAAAAAAAAAAAACYAgAAZHJzL2Rv&#10;d25yZXYueG1sUEsFBgAAAAAEAAQA9QAAAIgDAAAAAA==&#10;" path="m146,l117,1,91,7,67,16,46,30,29,46,16,67,9,92,6,120r1,20l11,158r7,17l27,189r11,13l50,213r13,9l77,230r30,12l151,258r13,6l176,271r11,7l196,286r6,9l206,305r2,11l206,330r-4,11l194,351r-11,9l170,366r-15,5l138,373r-18,1l89,372,60,367,33,358,9,345,,404r27,13l57,427r33,6l126,435r21,-1l166,432r18,-4l202,423r16,-7l232,407r14,-12l258,382r10,-16l275,349r4,-19l280,309r-1,-19l275,273r-6,-16l259,243,248,230,236,219r-13,-9l209,203,179,191,136,175r-14,-6l110,162,99,154r-9,-8l84,136,80,126,79,114r1,-12l84,91r7,-9l100,74r11,-6l124,64r15,-2l154,61r29,2l210,68r25,9l258,89,268,31,241,17,212,7,180,1,146,xe" fillcolor="#0095da" stroked="f">
                <v:path arrowok="t" o:connecttype="custom" o:connectlocs="117,1;67,16;29,46;9,92;7,140;18,175;38,202;63,222;107,242;164,264;187,278;202,295;208,316;202,341;183,360;155,371;120,374;60,367;9,345;27,417;90,433;147,434;184,428;218,416;246,395;268,366;279,330;279,290;269,257;248,230;223,210;179,191;122,169;99,154;84,136;79,114;84,91;100,74;124,64;154,61;210,68;258,89;241,17;180,1" o:connectangles="0,0,0,0,0,0,0,0,0,0,0,0,0,0,0,0,0,0,0,0,0,0,0,0,0,0,0,0,0,0,0,0,0,0,0,0,0,0,0,0,0,0,0,0"/>
              </v:shape>
              <v:shape id="Picture 5" o:spid="_x0000_s1030" type="#_x0000_t75" style="position:absolute;left:10018;top:-715;width:260;height: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5hlpXCAAAA2gAAAA8AAABkcnMvZG93bnJldi54bWxEj0GLwjAUhO8L/ofwFrytyQrK0jVKEQTR&#10;i3a9eHs2b9ti81KbqNVfbwTB4zAz3zCTWWdrcaHWV441fA8UCOLcmYoLDbu/xdcPCB+QDdaOScON&#10;PMymvY8JJsZdeUuXLBQiQtgnqKEMoUmk9HlJFv3ANcTR+3etxRBlW0jT4jXCbS2HSo2lxYrjQokN&#10;zUvKj9nZalDZ0crV6ZDfm3Sdbk67+V5hpnX/s0t/QQTqwjv8ai+NhhE8r8QbIKc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OYZaVwgAAANoAAAAPAAAAAAAAAAAAAAAAAJ8C&#10;AABkcnMvZG93bnJldi54bWxQSwUGAAAAAAQABAD3AAAAjgMAAAAA&#10;">
                <v:imagedata r:id="rId6" o:title=""/>
              </v:shape>
              <v:shape id="Freeform 6" o:spid="_x0000_s1031" style="position:absolute;left:10322;top:-836;width:137;height:460;visibility:visible;mso-wrap-style:square;v-text-anchor:top" coordsize="137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5hMAA&#10;AADaAAAADwAAAGRycy9kb3ducmV2LnhtbESPT4vCMBTE7wt+h/AEb2vqHmSpRhG14LVd8fxMXv9g&#10;81KaWLt++s2C4HGYmd8w6+1oWzFQ7xvHChbzBASxdqbhSsH5J/v8BuEDssHWMSn4JQ/bzeRjjalx&#10;D85pKEIlIoR9igrqELpUSq9rsujnriOOXul6iyHKvpKmx0eE21Z+JclSWmw4LtTY0b4mfSvuVoG+&#10;ny6Lg77mpS/zAZ9tdsQiU2o2HXcrEIHG8A6/2iejYAn/V+IN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I5hMAAAADaAAAADwAAAAAAAAAAAAAAAACYAgAAZHJzL2Rvd25y&#10;ZXYueG1sUEsFBgAAAAAEAAQA9QAAAIUDAAAAAA==&#10;" path="m69,l,,,350r5,48l20,432r25,20l81,459r15,l110,457r14,-3l136,450,126,395r-8,4l109,401r-20,l81,397r-5,-8l73,381,70,371,69,359r,-15l69,xe" fillcolor="#0095da" stroked="f">
                <v:path arrowok="t" o:connecttype="custom" o:connectlocs="69,0;0,0;0,350;5,398;20,432;45,452;81,459;96,459;110,457;124,454;136,450;126,395;118,399;109,401;89,401;81,397;76,389;73,381;70,371;69,359;69,344;69,0" o:connectangles="0,0,0,0,0,0,0,0,0,0,0,0,0,0,0,0,0,0,0,0,0,0"/>
              </v:shape>
              <v:shape id="Picture 7" o:spid="_x0000_s1032" type="#_x0000_t75" style="position:absolute;left:10462;top:-706;width:280;height:3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ZW4/EAAAA2gAAAA8AAABkcnMvZG93bnJldi54bWxEj9FqwkAURN8L/YflFnyRulFEJc1GihAR&#10;ioLRD7jdvU3SZu+G7FbTv3cFoY/DzJxhsvVgW3Gh3jeOFUwnCQhi7UzDlYLzqXhdgfAB2WDrmBT8&#10;kYd1/vyUYWrclY90KUMlIoR9igrqELpUSq9rsugnriOO3pfrLYYo+0qaHq8Rbls5S5KFtNhwXKix&#10;o01N+qf8tQo+itXnNnxv9uNTpefTYnwodXtQavQyvL+BCDSE//CjvTMKlnC/Em+AzG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iZW4/EAAAA2gAAAA8AAAAAAAAAAAAAAAAA&#10;nwIAAGRycy9kb3ducmV2LnhtbFBLBQYAAAAABAAEAPcAAACQAwAAAAA=&#10;">
                <v:imagedata r:id="rId7" o:title=""/>
              </v:shape>
              <v:group id="Group 8" o:spid="_x0000_s1033" style="position:absolute;left:8049;top:-1061;width:3010;height:688" coordorigin="8049,-1061" coordsize="3010,6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Freeform 9" o:spid="_x0000_s1034" style="position:absolute;left:8049;top:-1061;width:3010;height:688;visibility:visible;mso-wrap-style:square;v-text-anchor:top" coordsize="3010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ByAMMA&#10;AADaAAAADwAAAGRycy9kb3ducmV2LnhtbESP3WoCMRSE7wu+QziCdzVrBalbo6xLFS9a8KcPcEhO&#10;d5duTpYk6u7bm0Khl8PMfMOsNr1txY18aBwrmE0zEMTamYYrBV+X3fMriBCRDbaOScFAATbr0dMK&#10;c+PufKLbOVYiQTjkqKCOsculDLomi2HqOuLkfTtvMSbpK2k83hPctvIlyxbSYsNpocaOypr0z/lq&#10;FXwe/O7j3ej9tqRSF5f5UHTHQanJuC/eQETq43/4r30wCpbweyXdAL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ByAMMAAADaAAAADwAAAAAAAAAAAAAAAACYAgAAZHJzL2Rv&#10;d25yZXYueG1sUEsFBgAAAAAEAAQA9QAAAIgDAAAAAA==&#10;" path="m1051,644r-271,l853,485,982,605r29,-19l946,485,901,414,882,385,984,332r11,-6l985,301r-86,22l863,332r8,-10l877,309r2,-11l879,294r,-9l877,278r-3,-7l874,270r-2,-4l871,265r-1,-2l869,261r-2,-2l867,259r,l865,256r-3,-2l858,249r-6,-4l845,243r-1,-1l843,242r-4,-2l836,240r-4,-1l830,239r-3,-1l826,238r-1,l823,238r,l820,238r-1,1l817,239r-1,l813,239r-2,1l800,244r-10,6l782,258r-6,9l775,268r-1,2l773,272r-1,3l770,281r,2l770,286r-1,2l769,290r,4l770,302r,4l776,320r8,11l795,340r13,6l791,357r,57l743,644r-172,l577,565r33,14l607,565,596,517,569,402r105,59l759,427r32,-13l791,357,674,427,644,402,570,342,493,317r-2,l491,317r1,l491,317r,l386,265r-15,28l371,294r124,80l371,476r,l370,477r43,18l340,626r31,7l463,517r60,25l537,644r-193,l343,643r-29,-5l339,595,312,515r,129l96,644,165,494r78,-5l312,644r,-129l301,481r43,-5l275,223r84,63l375,254,249,122r11,3l276,119r16,-10l304,96,284,93r-5,-8l276,76,274,56,268,32,253,11,218,,183,11,167,32r-5,24l159,76r-2,9l152,93r-20,3l142,107r13,7l167,120r12,4l,260r15,26l148,223,46,506r55,-5l54,644r-18,l36,677r1015,l1051,644xe" fillcolor="#0095da" stroked="f">
                  <v:path arrowok="t" o:connecttype="custom" o:connectlocs="853,485;946,485;984,332;899,323;877,309;879,285;874,270;870,263;867,259;862,254;845,243;839,240;830,239;825,238;820,238;816,239;800,244;776,267;773,272;770,283;769,290;770,306;795,340;791,414;577,565;596,517;759,427;674,427;493,317;492,317;386,265;495,374;370,477;371,633;537,644;314,638;312,644;243,489;301,481;359,286;260,125;304,96;276,76;253,11;167,32;157,85;142,107;179,124;148,223;54,644;1051,677" o:connectangles="0,0,0,0,0,0,0,0,0,0,0,0,0,0,0,0,0,0,0,0,0,0,0,0,0,0,0,0,0,0,0,0,0,0,0,0,0,0,0,0,0,0,0,0,0,0,0,0,0,0,0"/>
                </v:shape>
                <v:shape id="Freeform 10" o:spid="_x0000_s1035" style="position:absolute;left:8049;top:-1061;width:3010;height:688;visibility:visible;mso-wrap-style:square;v-text-anchor:top" coordsize="3010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nl8QA&#10;AADbAAAADwAAAGRycy9kb3ducmV2LnhtbESPQWvDMAyF74P+B6NCb6uzFcbI6pYsrKOHDdZ2P0DY&#10;ahIay8H22uTfT4fBbhLv6b1P6+3oe3WlmLrABh6WBShiG1zHjYHv0+7+GVTKyA77wGRgogTbzexu&#10;jaULNz7Q9ZgbJSGcSjTQ5jyUWifbkse0DAOxaOcQPWZZY6NdxJuE+14/FsWT9tixNLQ4UN2SvRx/&#10;vIHPfdx9vDn7/lpTbavTaqqGr8mYxXysXkBlGvO/+e967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L55fEAAAA2wAAAA8AAAAAAAAAAAAAAAAAmAIAAGRycy9k&#10;b3ducmV2LnhtbFBLBQYAAAAABAAEAPUAAACJAwAAAAA=&#10;" path="m3009,225r-69,l2940,358r,59l2940,620r-11,4l2918,627r-13,2l2892,630r-20,-2l2854,623r-17,-8l2823,604r-12,-15l2802,570r-5,-23l2796,519r1,-28l2803,467r8,-20l2823,432r15,-12l2854,412r18,-5l2891,405r13,1l2917,408r12,4l2940,417r,-59l2926,354r-15,-4l2895,348r-17,-1l2845,350r-29,8l2790,371r-23,18l2749,412r-14,30l2728,476r-3,40l2728,558r8,35l2750,622r20,24l2795,664r29,13l2856,685r37,2l2924,686r29,-4l2981,675r28,-9l3009,630r,-225l3009,358r,-133xe" fillcolor="#0095da" stroked="f">
                  <v:path arrowok="t" o:connecttype="custom" o:connectlocs="3009,225;2940,225;2940,358;2940,417;2940,620;2929,624;2918,627;2905,629;2892,630;2872,628;2854,623;2837,615;2823,604;2811,589;2802,570;2797,547;2796,519;2797,491;2803,467;2811,447;2823,432;2838,420;2854,412;2872,407;2891,405;2904,406;2917,408;2929,412;2940,417;2940,358;2926,354;2911,350;2895,348;2878,347;2845,350;2816,358;2790,371;2767,389;2749,412;2735,442;2728,476;2725,516;2728,558;2736,593;2750,622;2770,646;2795,664;2824,677;2856,685;2893,687;2924,686;2953,682;2981,675;3009,666;3009,630;3009,405;3009,358;3009,225" o:connectangles="0,0,0,0,0,0,0,0,0,0,0,0,0,0,0,0,0,0,0,0,0,0,0,0,0,0,0,0,0,0,0,0,0,0,0,0,0,0,0,0,0,0,0,0,0,0,0,0,0,0,0,0,0,0,0,0,0,0"/>
                </v:shape>
              </v:group>
              <v:shape id="Picture 11" o:spid="_x0000_s1036" type="#_x0000_t75" style="position:absolute;left:8503;top:-812;width:220;height:1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1lyqnDAAAA2wAAAA8AAABkcnMvZG93bnJldi54bWxET01rwkAQvRf6H5YRems26UEkZhWVVksR&#10;IbGHHofsmASzsyG7Jml/fbdQ8DaP9znZejKtGKh3jWUFSRSDIC6tbrhS8Hl+e16AcB5ZY2uZFHyT&#10;g/Xq8SHDVNuRcxoKX4kQwi5FBbX3XSqlK2sy6CLbEQfuYnuDPsC+krrHMYSbVr7E8VwabDg01NjR&#10;rqbyWtyMguIwvC7y7TX/+Or2Rx//nI64PSn1NJs2SxCeJn8X/7vfdZifwN8v4QC5+g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WXKqcMAAADbAAAADwAAAAAAAAAAAAAAAACf&#10;AgAAZHJzL2Rvd25yZXYueG1sUEsFBgAAAAAEAAQA9wAAAI8DAAAAAA==&#10;">
                <v:imagedata r:id="rId8" o:title=""/>
              </v:shape>
              <v:group id="Group 12" o:spid="_x0000_s1037" style="position:absolute;left:8459;top:-1061;width:385;height:645" coordorigin="8459,-1061" coordsize="385,6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shape id="Freeform 13" o:spid="_x0000_s1038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updMMA&#10;AADbAAAADwAAAGRycy9kb3ducmV2LnhtbESP0YrCMBBF3xf8hzCCb2taXUWqUUQQRB9kqx8wNmNb&#10;bCalibX69WZB2LcZ7p177ixWnalES40rLSuIhxEI4szqknMF59P2ewbCeWSNlWVS8CQHq2Xva4GJ&#10;tg/+pTb1uQgh7BJUUHhfJ1K6rCCDbmhr4qBdbWPQh7XJpW7wEcJNJUdRNJUGSw6EAmvaFJTd0rsJ&#10;3OvPbdK1o8M+Tiez/SF+XdLjS6lBv1vPQXjq/L/5c73Tof4Y/n4JA8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updMMAAADbAAAADwAAAAAAAAAAAAAAAACYAgAAZHJzL2Rv&#10;d25yZXYueG1sUEsFBgAAAAAEAAQA9QAAAIgDAAAAAA==&#10;" path="m110,644r-7,-45l92,644r18,xe" fillcolor="#0095da" stroked="f">
                  <v:path arrowok="t" o:connecttype="custom" o:connectlocs="110,644;103,599;92,644;110,644" o:connectangles="0,0,0,0"/>
                </v:shape>
                <v:shape id="Freeform 14" o:spid="_x0000_s1039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IxAMQA&#10;AADbAAAADwAAAGRycy9kb3ducmV2LnhtbESP0YrCMBBF34X9hzALvmlaUZGuqSwLguiDbPUDZpux&#10;LW0mpYm1+vVGWPBthnvnnjvrzWAa0VPnKssK4mkEgji3uuJCwfm0naxAOI+ssbFMCu7kYJN+jNaY&#10;aHvjX+ozX4gQwi5BBaX3bSKly0sy6Ka2JQ7axXYGfVi7QuoObyHcNHIWRUtpsOJAKLGln5LyOrua&#10;wL3M68XQzw77OFus9of48ZcdH0qNP4fvLxCeBv82/1/vdKg/h9cvYQCZ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yMQDEAAAA2wAAAA8AAAAAAAAAAAAAAAAAmAIAAGRycy9k&#10;b3ducmV2LnhtbFBLBQYAAAAABAAEAPUAAACJAwAAAAA=&#10;" path="m213,452l183,435r17,71l213,452xe" fillcolor="#0095da" stroked="f">
                  <v:path arrowok="t" o:connecttype="custom" o:connectlocs="213,452;183,435;200,506;213,452" o:connectangles="0,0,0,0"/>
                </v:shape>
                <v:shape id="Freeform 15" o:spid="_x0000_s1040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6Um8UA&#10;AADbAAAADwAAAGRycy9kb3ducmV2LnhtbESPzWrDMBCE74W+g9hCb7VsUwfjRgmlUAjJodTpA2yt&#10;9Q+xVsZSbCdPHxUKue0ys/PNrreL6cVEo+ssK0iiGARxZXXHjYKf4+dLDsJ5ZI29ZVJwIQfbzePD&#10;GgttZ/6mqfSNCCHsClTQej8UUrqqJYMusgNx0Go7GvRhHRupR5xDuOllGscrabDjQGhxoI+WqlN5&#10;NoFbv56yZUoP+6TM8v0huf6WX1elnp+W9zcQnhZ/N/9f73Son8HfL2EA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pSbxQAAANsAAAAPAAAAAAAAAAAAAAAAAJgCAABkcnMv&#10;ZG93bnJldi54bWxQSwUGAAAAAAQABAD1AAAAigMAAAAA&#10;" path="m316,422r-1,-7l279,437r37,-15xe" fillcolor="#0095da" stroked="f">
                  <v:path arrowok="t" o:connecttype="custom" o:connectlocs="316,422;315,415;279,437;316,422" o:connectangles="0,0,0,0"/>
                </v:shape>
                <v:shape id="Freeform 16" o:spid="_x0000_s1041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wK7MMA&#10;AADbAAAADwAAAGRycy9kb3ducmV2LnhtbESP0YrCMBBF3xf8hzCCb2taUZFqFBEE0Qexux8wNmNb&#10;bCalibX69UYQfJvh3rnnzmLVmUq01LjSsoJ4GIEgzqwuOVfw/7f9nYFwHlljZZkUPMjBatn7WWCi&#10;7Z1P1KY+FyGEXYIKCu/rREqXFWTQDW1NHLSLbQz6sDa51A3eQ7ip5CiKptJgyYFQYE2bgrJrejOB&#10;exlfJ107OuzjdDLbH+LnOT0+lRr0u/UchKfOf82f650O9afw/iUM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wK7MMAAADbAAAADwAAAAAAAAAAAAAAAACYAgAAZHJzL2Rv&#10;d25yZXYueG1sUEsFBgAAAAAEAAQA9QAAAIgDAAAAAA==&#10;" path="m341,521l324,454r-62,25l256,476r42,168l315,644,341,521xe" fillcolor="#0095da" stroked="f">
                  <v:path arrowok="t" o:connecttype="custom" o:connectlocs="341,521;324,454;262,479;256,476;298,644;315,644;341,521" o:connectangles="0,0,0,0,0,0,0"/>
                </v:shape>
                <v:shape id="Freeform 17" o:spid="_x0000_s1042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vd8QA&#10;AADbAAAADwAAAGRycy9kb3ducmV2LnhtbESP3YrCMBCF74V9hzCCd5pW/CnVKIsgiF6IdR9gthnb&#10;YjMpTaxdn34jLOzdDOfM+c6st72pRUetqywriCcRCOLc6ooLBV/X/TgB4TyyxtoyKfghB9vNx2CN&#10;qbZPvlCX+UKEEHYpKii9b1IpXV6SQTexDXHQbrY16MPaFlK3+AzhppbTKFpIgxUHQokN7UrK79nD&#10;BO5tdp/33fR0jLN5cjzFr+/s/FJqNOw/VyA89f7f/Hd90KH+Et6/hAH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gr3fEAAAA2wAAAA8AAAAAAAAAAAAAAAAAmAIAAGRycy9k&#10;b3ducmV2LnhtbFBLBQYAAAAABAAEAPUAAACJAwAAAAA=&#10;" path="m364,615r-5,-19l349,644r2,l364,615xe" fillcolor="#0095da" stroked="f">
                  <v:path arrowok="t" o:connecttype="custom" o:connectlocs="364,615;359,596;349,644;351,644;364,615" o:connectangles="0,0,0,0,0"/>
                </v:shape>
                <v:shape id="Freeform 18" o:spid="_x0000_s1043" style="position:absolute;left:8459;top:-1061;width:385;height:645;visibility:visible;mso-wrap-style:square;v-text-anchor:top" coordsize="385,6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87BcMA&#10;AADbAAAADwAAAGRycy9kb3ducmV2LnhtbESPzWrCQBDH7wXfYZmCt7qJVJHUVYogFD0Uow8wzY5J&#10;MDsbsmuMPn3nIHibYf4fv1muB9eonrpQezaQThJQxIW3NZcGTsftxwJUiMgWG89k4E4B1qvR2xIz&#10;6298oD6PpZIQDhkaqGJsM61DUZHDMPEtsdzOvnMYZe1KbTu8Sbhr9DRJ5tphzdJQYUubiopLfnXS&#10;e/68zIZ+ut+l+Wyx26ePv/z3Ycz4ffj+AhVpiC/x0/1jBV9g5Rc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87BcMAAADbAAAADwAAAAAAAAAAAAAAAACYAgAAZHJzL2Rv&#10;d25yZXYueG1sUEsFBgAAAAAEAAQA9QAAAIgDAAAAAA==&#10;" path="m385,228l258,123r15,-10l285,99r8,-16l296,64,291,39,277,18,257,5,232,,207,5,186,18,172,39r-5,25l170,82r7,16l188,111r14,10l,258r24,12l21,265r12,-8l37,254r9,-4l58,246r15,-2l80,244r10,2l99,252r7,-3l114,242r10,-4l134,235r25,-11l158,234r21,7l197,253r13,18l217,291r13,2l245,300r14,14l269,337r5,14l245,363r-25,l211,361r-7,-4l265,406r43,-25l293,228r55,35l351,259r6,-10l365,240r9,-7l385,228xe" fillcolor="#0095da" stroked="f">
                  <v:path arrowok="t" o:connecttype="custom" o:connectlocs="385,228;258,123;273,113;285,99;293,83;296,64;291,39;277,18;257,5;232,0;207,5;186,18;172,39;167,64;170,82;177,98;188,111;202,121;0,258;24,270;21,265;33,257;37,254;46,250;58,246;73,244;80,244;90,246;99,252;106,249;114,242;124,238;134,235;159,224;158,234;179,241;197,253;210,271;217,291;230,293;245,300;259,314;269,337;274,351;245,363;220,363;211,361;204,357;265,406;308,381;293,228;348,263;351,259;357,249;365,240;374,233;385,228" o:connectangles="0,0,0,0,0,0,0,0,0,0,0,0,0,0,0,0,0,0,0,0,0,0,0,0,0,0,0,0,0,0,0,0,0,0,0,0,0,0,0,0,0,0,0,0,0,0,0,0,0,0,0,0,0,0,0,0,0"/>
                </v:shape>
              </v:group>
              <w10:wrap anchorx="margin"/>
            </v:group>
          </w:pict>
        </mc:Fallback>
      </mc:AlternateContent>
    </w:r>
    <w:r>
      <w:rPr>
        <w:noProof/>
        <w:lang w:val="es-PE" w:eastAsia="es-P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4634865</wp:posOffset>
          </wp:positionH>
          <wp:positionV relativeFrom="paragraph">
            <wp:posOffset>-124214</wp:posOffset>
          </wp:positionV>
          <wp:extent cx="1344295" cy="535060"/>
          <wp:effectExtent l="0" t="0" r="8255" b="0"/>
          <wp:wrapNone/>
          <wp:docPr id="19" name="Imagen 19" descr="IMAGOTIPO HORIZONTAL PEB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MAGOTIPO HORIZONTAL PEB 2021"/>
                  <pic:cNvPicPr>
                    <a:picLocks noChangeAspect="1" noChangeArrowheads="1"/>
                  </pic:cNvPicPr>
                </pic:nvPicPr>
                <pic:blipFill>
                  <a:blip r:embed="rId9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161" t="29153" r="18147" b="27586"/>
                  <a:stretch>
                    <a:fillRect/>
                  </a:stretch>
                </pic:blipFill>
                <pic:spPr bwMode="auto">
                  <a:xfrm>
                    <a:off x="0" y="0"/>
                    <a:ext cx="1355204" cy="539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051F" w:rsidRDefault="00B7051F">
    <w:pPr>
      <w:pStyle w:val="Encabezado"/>
    </w:pP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50482911"/>
  </wne:recipientData>
  <wne:recipientData>
    <wne:active wne:val="1"/>
    <wne:hash wne:val="-1455338997"/>
  </wne:recipientData>
  <wne:recipientData>
    <wne:active wne:val="1"/>
    <wne:hash wne:val="-712412166"/>
  </wne:recipientData>
  <wne:recipientData>
    <wne:active wne:val="1"/>
    <wne:hash wne:val="15094196"/>
  </wne:recipientData>
  <wne:recipientData>
    <wne:active wne:val="1"/>
    <wne:hash wne:val="-1537078573"/>
  </wne:recipientData>
  <wne:recipientData>
    <wne:active wne:val="1"/>
    <wne:hash wne:val="-1023069055"/>
  </wne:recipientData>
  <wne:recipientData>
    <wne:active wne:val="1"/>
    <wne:hash wne:val="2028267074"/>
  </wne:recipientData>
  <wne:recipientData>
    <wne:active wne:val="1"/>
    <wne:hash wne:val="-878993620"/>
  </wne:recipientData>
  <wne:recipientData>
    <wne:active wne:val="1"/>
    <wne:hash wne:val="212941331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PE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Jet.OLEDB.4.0;Password=&quot;&quot;;User ID=Admin;Data Source=G:\2013\2013 ok\EVENTOS ESSALUD\AUDIENCIA PUBLICA\consejeros.xls;Mode=Read;Extended Properties=&quot;HDR=YES;IMEX=1;&quot;;Jet OLEDB:System database=&quot;&quot;;Jet OLEDB:Registry Path=&quot;&quot;;Jet OLEDB:Database Password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"/>
    <w:query w:val="SELECT * FROM `Hoja1$` "/>
    <w:odso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type w:val="dbColumn"/>
        <w:name w:val="CARGO"/>
        <w:mappedName w:val="Puesto"/>
        <w:column w:val="1"/>
        <w:lid w:val="es-ES"/>
      </w:fieldMapData>
      <w:fieldMapData>
        <w:column w:val="0"/>
        <w:lid w:val="es-ES"/>
      </w:fieldMapData>
      <w:fieldMapData>
        <w:type w:val="dbColumn"/>
        <w:name w:val="DIRECCIÓN"/>
        <w:mappedName w:val="Dirección 1"/>
        <w:column w:val="2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type w:val="dbColumn"/>
        <w:name w:val="DISTRITO"/>
        <w:mappedName w:val="Provincia o estado"/>
        <w:column w:val="3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recipientData r:id="rId2"/>
    </w:odso>
  </w:mailMerge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84"/>
    <w:rsid w:val="00022E74"/>
    <w:rsid w:val="00045654"/>
    <w:rsid w:val="000B7AC8"/>
    <w:rsid w:val="000F01CF"/>
    <w:rsid w:val="001047CE"/>
    <w:rsid w:val="00110F45"/>
    <w:rsid w:val="00123498"/>
    <w:rsid w:val="00166A08"/>
    <w:rsid w:val="001949C0"/>
    <w:rsid w:val="001B36B3"/>
    <w:rsid w:val="001C50D9"/>
    <w:rsid w:val="00236A9D"/>
    <w:rsid w:val="002427BA"/>
    <w:rsid w:val="00285ACC"/>
    <w:rsid w:val="002B4205"/>
    <w:rsid w:val="002B7CD9"/>
    <w:rsid w:val="002D427B"/>
    <w:rsid w:val="002D6BE4"/>
    <w:rsid w:val="002F0E80"/>
    <w:rsid w:val="00322B23"/>
    <w:rsid w:val="00343710"/>
    <w:rsid w:val="00344C4A"/>
    <w:rsid w:val="00354488"/>
    <w:rsid w:val="003A284B"/>
    <w:rsid w:val="003B2F53"/>
    <w:rsid w:val="003B5CE7"/>
    <w:rsid w:val="004B683D"/>
    <w:rsid w:val="004D497F"/>
    <w:rsid w:val="005A23C4"/>
    <w:rsid w:val="006009E8"/>
    <w:rsid w:val="00626093"/>
    <w:rsid w:val="0064028C"/>
    <w:rsid w:val="006A6880"/>
    <w:rsid w:val="0073289A"/>
    <w:rsid w:val="00755584"/>
    <w:rsid w:val="007565DA"/>
    <w:rsid w:val="00763265"/>
    <w:rsid w:val="007F68E9"/>
    <w:rsid w:val="00846F2D"/>
    <w:rsid w:val="00862DD6"/>
    <w:rsid w:val="008773CB"/>
    <w:rsid w:val="00886CD3"/>
    <w:rsid w:val="008F76C2"/>
    <w:rsid w:val="009423F8"/>
    <w:rsid w:val="0094796D"/>
    <w:rsid w:val="009555C1"/>
    <w:rsid w:val="0098010D"/>
    <w:rsid w:val="009A06A4"/>
    <w:rsid w:val="009D7232"/>
    <w:rsid w:val="009F6891"/>
    <w:rsid w:val="00A13849"/>
    <w:rsid w:val="00A663AE"/>
    <w:rsid w:val="00A73F6A"/>
    <w:rsid w:val="00A93E69"/>
    <w:rsid w:val="00AC0D5F"/>
    <w:rsid w:val="00AD6628"/>
    <w:rsid w:val="00AD76B4"/>
    <w:rsid w:val="00B17319"/>
    <w:rsid w:val="00B7051F"/>
    <w:rsid w:val="00B87B0D"/>
    <w:rsid w:val="00BD68A3"/>
    <w:rsid w:val="00BE6700"/>
    <w:rsid w:val="00C00331"/>
    <w:rsid w:val="00C00F03"/>
    <w:rsid w:val="00C01D65"/>
    <w:rsid w:val="00C35380"/>
    <w:rsid w:val="00C374E4"/>
    <w:rsid w:val="00C67AB0"/>
    <w:rsid w:val="00C86D9C"/>
    <w:rsid w:val="00CC58B5"/>
    <w:rsid w:val="00CD05A9"/>
    <w:rsid w:val="00CD77E0"/>
    <w:rsid w:val="00D028B7"/>
    <w:rsid w:val="00D25053"/>
    <w:rsid w:val="00DC27BB"/>
    <w:rsid w:val="00DC7CD0"/>
    <w:rsid w:val="00DD3A1B"/>
    <w:rsid w:val="00E30915"/>
    <w:rsid w:val="00E32732"/>
    <w:rsid w:val="00E34B6F"/>
    <w:rsid w:val="00E707D7"/>
    <w:rsid w:val="00E95B69"/>
    <w:rsid w:val="00EA5B5B"/>
    <w:rsid w:val="00ED320A"/>
    <w:rsid w:val="00F4022B"/>
    <w:rsid w:val="00F43FC4"/>
    <w:rsid w:val="00F54246"/>
    <w:rsid w:val="00F5447C"/>
    <w:rsid w:val="00F63D0C"/>
    <w:rsid w:val="00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5:docId w15:val="{7CFA9BCE-BD0F-41FF-94B5-BB8F6318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E80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F0E80"/>
    <w:pPr>
      <w:keepNext/>
      <w:outlineLvl w:val="0"/>
    </w:pPr>
    <w:rPr>
      <w:rFonts w:ascii="Arial" w:hAnsi="Arial" w:cs="Arial"/>
      <w:sz w:val="24"/>
      <w:szCs w:val="24"/>
      <w:u w:val="single"/>
    </w:rPr>
  </w:style>
  <w:style w:type="paragraph" w:styleId="Ttulo6">
    <w:name w:val="heading 6"/>
    <w:basedOn w:val="Normal"/>
    <w:next w:val="Normal"/>
    <w:link w:val="Ttulo6Car"/>
    <w:qFormat/>
    <w:rsid w:val="002F0E80"/>
    <w:pPr>
      <w:keepNext/>
      <w:jc w:val="center"/>
      <w:outlineLvl w:val="5"/>
    </w:pPr>
    <w:rPr>
      <w:rFonts w:ascii="Arial" w:hAnsi="Arial" w:cs="Arial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2F0E80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locked/>
    <w:rsid w:val="002F0E80"/>
    <w:rPr>
      <w:rFonts w:ascii="Calibri" w:hAnsi="Calibri" w:cs="Times New Roman"/>
      <w:b/>
      <w:bCs/>
      <w:lang w:val="es-ES" w:eastAsia="es-ES"/>
    </w:rPr>
  </w:style>
  <w:style w:type="character" w:customStyle="1" w:styleId="messagebody">
    <w:name w:val="messagebody"/>
    <w:basedOn w:val="Fuentedeprrafopredeter"/>
    <w:rsid w:val="002F0E80"/>
    <w:rPr>
      <w:rFonts w:cs="Times New Roman"/>
    </w:rPr>
  </w:style>
  <w:style w:type="paragraph" w:styleId="Puesto">
    <w:name w:val="Title"/>
    <w:basedOn w:val="Normal"/>
    <w:link w:val="PuestoCar"/>
    <w:qFormat/>
    <w:rsid w:val="002F0E80"/>
    <w:pPr>
      <w:jc w:val="center"/>
    </w:pPr>
    <w:rPr>
      <w:rFonts w:ascii="BallroomTango" w:hAnsi="BallroomTango" w:cs="BallroomTango"/>
      <w:b/>
      <w:bCs/>
      <w:i/>
      <w:iCs/>
      <w:sz w:val="26"/>
      <w:szCs w:val="26"/>
    </w:rPr>
  </w:style>
  <w:style w:type="character" w:customStyle="1" w:styleId="PuestoCar">
    <w:name w:val="Puesto Car"/>
    <w:basedOn w:val="Fuentedeprrafopredeter"/>
    <w:link w:val="Puesto"/>
    <w:locked/>
    <w:rsid w:val="002F0E80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rsid w:val="002F0E8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F0E80"/>
    <w:rPr>
      <w:lang w:val="es-ES" w:eastAsia="es-ES"/>
    </w:rPr>
  </w:style>
  <w:style w:type="paragraph" w:styleId="Piedepgina">
    <w:name w:val="footer"/>
    <w:basedOn w:val="Normal"/>
    <w:link w:val="PiedepginaCar"/>
    <w:rsid w:val="002F0E8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F0E80"/>
    <w:rPr>
      <w:lang w:val="es-ES" w:eastAsia="es-ES"/>
    </w:rPr>
  </w:style>
  <w:style w:type="paragraph" w:styleId="Textodeglobo">
    <w:name w:val="Balloon Text"/>
    <w:basedOn w:val="Normal"/>
    <w:link w:val="TextodegloboCar"/>
    <w:rsid w:val="002F0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F0E80"/>
    <w:rPr>
      <w:rFonts w:ascii="Tahoma" w:hAnsi="Tahoma" w:cs="Tahoma"/>
      <w:sz w:val="16"/>
      <w:szCs w:val="16"/>
      <w:lang w:val="es-ES" w:eastAsia="es-ES"/>
    </w:rPr>
  </w:style>
  <w:style w:type="paragraph" w:styleId="Mapadeldocumento">
    <w:name w:val="Document Map"/>
    <w:basedOn w:val="Normal"/>
    <w:semiHidden/>
    <w:rsid w:val="002F0E80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rsid w:val="002F0E80"/>
    <w:pPr>
      <w:spacing w:before="100" w:beforeAutospacing="1" w:after="100" w:afterAutospacing="1"/>
    </w:pPr>
    <w:rPr>
      <w:sz w:val="24"/>
      <w:szCs w:val="24"/>
    </w:rPr>
  </w:style>
  <w:style w:type="character" w:styleId="Textoennegrita">
    <w:name w:val="Strong"/>
    <w:basedOn w:val="Fuentedeprrafopredeter"/>
    <w:qFormat/>
    <w:locked/>
    <w:rsid w:val="002F0E80"/>
    <w:rPr>
      <w:b/>
      <w:bCs/>
    </w:rPr>
  </w:style>
  <w:style w:type="character" w:styleId="Hipervnculo">
    <w:name w:val="Hyperlink"/>
    <w:basedOn w:val="Fuentedeprrafopredeter"/>
    <w:rsid w:val="00862DD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B7051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es-PE" w:eastAsia="es-P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7051F"/>
    <w:rPr>
      <w:rFonts w:ascii="Arial" w:eastAsiaTheme="minorEastAsia" w:hAnsi="Arial" w:cs="Arial"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attachedTemplate" Target="file:///C:\Documents%20and%20Settings\monica.davila\Configuraci&#243;n%20local\Archivos%20temporales%20de%20Internet\OLK5\plantill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5B76B-D26C-4C31-8CB2-25BC4C2DE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</Template>
  <TotalTime>37</TotalTime>
  <Pages>1</Pages>
  <Words>19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Nº                PE – ESSALUD – 2013</vt:lpstr>
    </vt:vector>
  </TitlesOfParts>
  <Company>ESSALUD</Company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Nº                PE – ESSALUD – 2013</dc:title>
  <dc:subject/>
  <dc:creator>monica.davila</dc:creator>
  <cp:keywords/>
  <cp:lastModifiedBy>Camacho Izquierdo Gino Armando</cp:lastModifiedBy>
  <cp:revision>12</cp:revision>
  <cp:lastPrinted>2019-07-11T21:41:00Z</cp:lastPrinted>
  <dcterms:created xsi:type="dcterms:W3CDTF">2021-03-10T15:02:00Z</dcterms:created>
  <dcterms:modified xsi:type="dcterms:W3CDTF">2021-03-30T17:37:00Z</dcterms:modified>
</cp:coreProperties>
</file>